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C7702B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C7702B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C7702B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C7702B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C7702B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C7702B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C7702B">
            <w:pPr>
              <w:pStyle w:val="CUSTOMHeaderText"/>
            </w:pPr>
          </w:p>
        </w:tc>
      </w:tr>
      <w:tr w:rsidR="00575A29" w:rsidTr="00517ED8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C7702B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C7702B">
            <w:pPr>
              <w:pStyle w:val="CUSTOMHeaderText"/>
            </w:pPr>
          </w:p>
        </w:tc>
      </w:tr>
      <w:tr w:rsidR="00575A29" w:rsidTr="0034162D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C7702B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Pr="00095E0A" w:rsidRDefault="00813362" w:rsidP="00C7702B">
            <w:pPr>
              <w:pStyle w:val="CUSTOMBoldColumnHeading"/>
              <w:rPr>
                <w:i/>
              </w:rPr>
            </w:pP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A0465D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1671F9B8" wp14:editId="2D85CC41">
                      <wp:simplePos x="0" y="0"/>
                      <wp:positionH relativeFrom="column">
                        <wp:posOffset>3629279</wp:posOffset>
                      </wp:positionH>
                      <wp:positionV relativeFrom="paragraph">
                        <wp:posOffset>3288665</wp:posOffset>
                      </wp:positionV>
                      <wp:extent cx="148189" cy="1155664"/>
                      <wp:effectExtent l="0" t="0" r="23495" b="26035"/>
                      <wp:wrapNone/>
                      <wp:docPr id="165" name="Freeform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189" cy="1155664"/>
                              </a:xfrm>
                              <a:custGeom>
                                <a:avLst/>
                                <a:gdLst>
                                  <a:gd name="connsiteX0" fmla="*/ 0 w 148189"/>
                                  <a:gd name="connsiteY0" fmla="*/ 43891 h 1155664"/>
                                  <a:gd name="connsiteX1" fmla="*/ 109728 w 148189"/>
                                  <a:gd name="connsiteY1" fmla="*/ 190195 h 1155664"/>
                                  <a:gd name="connsiteX2" fmla="*/ 36576 w 148189"/>
                                  <a:gd name="connsiteY2" fmla="*/ 877824 h 1155664"/>
                                  <a:gd name="connsiteX3" fmla="*/ 14630 w 148189"/>
                                  <a:gd name="connsiteY3" fmla="*/ 1111910 h 1155664"/>
                                  <a:gd name="connsiteX4" fmla="*/ 51206 w 148189"/>
                                  <a:gd name="connsiteY4" fmla="*/ 1119226 h 1155664"/>
                                  <a:gd name="connsiteX5" fmla="*/ 109728 w 148189"/>
                                  <a:gd name="connsiteY5" fmla="*/ 731520 h 1155664"/>
                                  <a:gd name="connsiteX6" fmla="*/ 146304 w 148189"/>
                                  <a:gd name="connsiteY6" fmla="*/ 138989 h 1155664"/>
                                  <a:gd name="connsiteX7" fmla="*/ 51206 w 148189"/>
                                  <a:gd name="connsiteY7" fmla="*/ 0 h 1155664"/>
                                  <a:gd name="connsiteX0" fmla="*/ 0 w 148189"/>
                                  <a:gd name="connsiteY0" fmla="*/ 43891 h 1155664"/>
                                  <a:gd name="connsiteX1" fmla="*/ 101659 w 148189"/>
                                  <a:gd name="connsiteY1" fmla="*/ 117104 h 1155664"/>
                                  <a:gd name="connsiteX2" fmla="*/ 109728 w 148189"/>
                                  <a:gd name="connsiteY2" fmla="*/ 190195 h 1155664"/>
                                  <a:gd name="connsiteX3" fmla="*/ 36576 w 148189"/>
                                  <a:gd name="connsiteY3" fmla="*/ 877824 h 1155664"/>
                                  <a:gd name="connsiteX4" fmla="*/ 14630 w 148189"/>
                                  <a:gd name="connsiteY4" fmla="*/ 1111910 h 1155664"/>
                                  <a:gd name="connsiteX5" fmla="*/ 51206 w 148189"/>
                                  <a:gd name="connsiteY5" fmla="*/ 1119226 h 1155664"/>
                                  <a:gd name="connsiteX6" fmla="*/ 109728 w 148189"/>
                                  <a:gd name="connsiteY6" fmla="*/ 731520 h 1155664"/>
                                  <a:gd name="connsiteX7" fmla="*/ 146304 w 148189"/>
                                  <a:gd name="connsiteY7" fmla="*/ 138989 h 1155664"/>
                                  <a:gd name="connsiteX8" fmla="*/ 51206 w 148189"/>
                                  <a:gd name="connsiteY8" fmla="*/ 0 h 1155664"/>
                                  <a:gd name="connsiteX0" fmla="*/ 0 w 148189"/>
                                  <a:gd name="connsiteY0" fmla="*/ 43891 h 1155664"/>
                                  <a:gd name="connsiteX1" fmla="*/ 101659 w 148189"/>
                                  <a:gd name="connsiteY1" fmla="*/ 117104 h 1155664"/>
                                  <a:gd name="connsiteX2" fmla="*/ 101659 w 148189"/>
                                  <a:gd name="connsiteY2" fmla="*/ 365850 h 1155664"/>
                                  <a:gd name="connsiteX3" fmla="*/ 36576 w 148189"/>
                                  <a:gd name="connsiteY3" fmla="*/ 877824 h 1155664"/>
                                  <a:gd name="connsiteX4" fmla="*/ 14630 w 148189"/>
                                  <a:gd name="connsiteY4" fmla="*/ 1111910 h 1155664"/>
                                  <a:gd name="connsiteX5" fmla="*/ 51206 w 148189"/>
                                  <a:gd name="connsiteY5" fmla="*/ 1119226 h 1155664"/>
                                  <a:gd name="connsiteX6" fmla="*/ 109728 w 148189"/>
                                  <a:gd name="connsiteY6" fmla="*/ 731520 h 1155664"/>
                                  <a:gd name="connsiteX7" fmla="*/ 146304 w 148189"/>
                                  <a:gd name="connsiteY7" fmla="*/ 138989 h 1155664"/>
                                  <a:gd name="connsiteX8" fmla="*/ 51206 w 148189"/>
                                  <a:gd name="connsiteY8" fmla="*/ 0 h 1155664"/>
                                  <a:gd name="connsiteX0" fmla="*/ 0 w 148189"/>
                                  <a:gd name="connsiteY0" fmla="*/ 43891 h 1155664"/>
                                  <a:gd name="connsiteX1" fmla="*/ 101659 w 148189"/>
                                  <a:gd name="connsiteY1" fmla="*/ 168336 h 1155664"/>
                                  <a:gd name="connsiteX2" fmla="*/ 101659 w 148189"/>
                                  <a:gd name="connsiteY2" fmla="*/ 365850 h 1155664"/>
                                  <a:gd name="connsiteX3" fmla="*/ 36576 w 148189"/>
                                  <a:gd name="connsiteY3" fmla="*/ 877824 h 1155664"/>
                                  <a:gd name="connsiteX4" fmla="*/ 14630 w 148189"/>
                                  <a:gd name="connsiteY4" fmla="*/ 1111910 h 1155664"/>
                                  <a:gd name="connsiteX5" fmla="*/ 51206 w 148189"/>
                                  <a:gd name="connsiteY5" fmla="*/ 1119226 h 1155664"/>
                                  <a:gd name="connsiteX6" fmla="*/ 109728 w 148189"/>
                                  <a:gd name="connsiteY6" fmla="*/ 731520 h 1155664"/>
                                  <a:gd name="connsiteX7" fmla="*/ 146304 w 148189"/>
                                  <a:gd name="connsiteY7" fmla="*/ 138989 h 1155664"/>
                                  <a:gd name="connsiteX8" fmla="*/ 51206 w 148189"/>
                                  <a:gd name="connsiteY8" fmla="*/ 0 h 11556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48189" h="1155664">
                                    <a:moveTo>
                                      <a:pt x="0" y="43891"/>
                                    </a:moveTo>
                                    <a:cubicBezTo>
                                      <a:pt x="13432" y="49994"/>
                                      <a:pt x="83371" y="143952"/>
                                      <a:pt x="101659" y="168336"/>
                                    </a:cubicBezTo>
                                    <a:cubicBezTo>
                                      <a:pt x="119947" y="192720"/>
                                      <a:pt x="112506" y="247602"/>
                                      <a:pt x="101659" y="365850"/>
                                    </a:cubicBezTo>
                                    <a:cubicBezTo>
                                      <a:pt x="90812" y="484098"/>
                                      <a:pt x="51081" y="753481"/>
                                      <a:pt x="36576" y="877824"/>
                                    </a:cubicBezTo>
                                    <a:cubicBezTo>
                                      <a:pt x="22071" y="1002167"/>
                                      <a:pt x="12192" y="1071676"/>
                                      <a:pt x="14630" y="1111910"/>
                                    </a:cubicBezTo>
                                    <a:cubicBezTo>
                                      <a:pt x="17068" y="1152144"/>
                                      <a:pt x="35356" y="1182624"/>
                                      <a:pt x="51206" y="1119226"/>
                                    </a:cubicBezTo>
                                    <a:cubicBezTo>
                                      <a:pt x="67056" y="1055828"/>
                                      <a:pt x="93878" y="894893"/>
                                      <a:pt x="109728" y="731520"/>
                                    </a:cubicBezTo>
                                    <a:cubicBezTo>
                                      <a:pt x="125578" y="568147"/>
                                      <a:pt x="156058" y="260909"/>
                                      <a:pt x="146304" y="138989"/>
                                    </a:cubicBezTo>
                                    <a:cubicBezTo>
                                      <a:pt x="136550" y="17069"/>
                                      <a:pt x="51206" y="0"/>
                                      <a:pt x="51206" y="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65" o:spid="_x0000_s1026" style="position:absolute;margin-left:285.75pt;margin-top:258.95pt;width:11.65pt;height:91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8189,1155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" path="m,43891v13432,6103,83371,100061,101659,124445c119947,192720,112506,247602,101659,365850,90812,484098,51081,753481,36576,877824,22071,1002167,12192,1071676,14630,1111910v2438,40234,20726,70714,36576,7316c67056,1055828,93878,894893,109728,731520,125578,568147,156058,260909,146304,138989,136550,17069,51206,,51206,e" fillcolor="#7f7f7f [1612]" strokecolor="#7f7f7f [1612]" strokeweight="1pt">
                      <v:stroke joinstyle="miter"/>
                      <v:path arrowok="t" o:connecttype="custom" o:connectlocs="0,43891;101659,168336;101659,365850;36576,877824;14630,1111910;51206,1119226;109728,731520;146304,138989;51206,0" o:connectangles="0,0,0,0,0,0,0,0,0"/>
                    </v:shape>
                  </w:pict>
                </mc:Fallback>
              </mc:AlternateContent>
            </w:r>
            <w:r w:rsidR="00224BA4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00F9AD3D" wp14:editId="0577A58D">
                      <wp:simplePos x="0" y="0"/>
                      <wp:positionH relativeFrom="column">
                        <wp:posOffset>3421639</wp:posOffset>
                      </wp:positionH>
                      <wp:positionV relativeFrom="paragraph">
                        <wp:posOffset>3272361</wp:posOffset>
                      </wp:positionV>
                      <wp:extent cx="208826" cy="1491770"/>
                      <wp:effectExtent l="0" t="0" r="20320" b="13335"/>
                      <wp:wrapNone/>
                      <wp:docPr id="136" name="Freeform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8826" cy="1491770"/>
                              </a:xfrm>
                              <a:custGeom>
                                <a:avLst/>
                                <a:gdLst>
                                  <a:gd name="T0" fmla="*/ 249 w 348"/>
                                  <a:gd name="T1" fmla="*/ 79 h 2408"/>
                                  <a:gd name="T2" fmla="*/ 174 w 348"/>
                                  <a:gd name="T3" fmla="*/ 603 h 2408"/>
                                  <a:gd name="T4" fmla="*/ 193 w 348"/>
                                  <a:gd name="T5" fmla="*/ 1369 h 2408"/>
                                  <a:gd name="T6" fmla="*/ 184 w 348"/>
                                  <a:gd name="T7" fmla="*/ 1996 h 2408"/>
                                  <a:gd name="T8" fmla="*/ 16 w 348"/>
                                  <a:gd name="T9" fmla="*/ 2349 h 2408"/>
                                  <a:gd name="T10" fmla="*/ 90 w 348"/>
                                  <a:gd name="T11" fmla="*/ 2349 h 2408"/>
                                  <a:gd name="T12" fmla="*/ 249 w 348"/>
                                  <a:gd name="T13" fmla="*/ 2076 h 2408"/>
                                  <a:gd name="T14" fmla="*/ 277 w 348"/>
                                  <a:gd name="T15" fmla="*/ 1435 h 2408"/>
                                  <a:gd name="T16" fmla="*/ 277 w 348"/>
                                  <a:gd name="T17" fmla="*/ 659 h 2408"/>
                                  <a:gd name="T18" fmla="*/ 343 w 348"/>
                                  <a:gd name="T19" fmla="*/ 131 h 2408"/>
                                  <a:gd name="T20" fmla="*/ 249 w 348"/>
                                  <a:gd name="T21" fmla="*/ 79 h 2408"/>
                                  <a:gd name="connsiteX0" fmla="*/ 6741 w 9450"/>
                                  <a:gd name="connsiteY0" fmla="*/ 173 h 9756"/>
                                  <a:gd name="connsiteX1" fmla="*/ 4586 w 9450"/>
                                  <a:gd name="connsiteY1" fmla="*/ 2349 h 9756"/>
                                  <a:gd name="connsiteX2" fmla="*/ 5132 w 9450"/>
                                  <a:gd name="connsiteY2" fmla="*/ 5530 h 9756"/>
                                  <a:gd name="connsiteX3" fmla="*/ 4011 w 9450"/>
                                  <a:gd name="connsiteY3" fmla="*/ 8234 h 9756"/>
                                  <a:gd name="connsiteX4" fmla="*/ 46 w 9450"/>
                                  <a:gd name="connsiteY4" fmla="*/ 9600 h 9756"/>
                                  <a:gd name="connsiteX5" fmla="*/ 2172 w 9450"/>
                                  <a:gd name="connsiteY5" fmla="*/ 9600 h 9756"/>
                                  <a:gd name="connsiteX6" fmla="*/ 6741 w 9450"/>
                                  <a:gd name="connsiteY6" fmla="*/ 8466 h 9756"/>
                                  <a:gd name="connsiteX7" fmla="*/ 7546 w 9450"/>
                                  <a:gd name="connsiteY7" fmla="*/ 5804 h 9756"/>
                                  <a:gd name="connsiteX8" fmla="*/ 7546 w 9450"/>
                                  <a:gd name="connsiteY8" fmla="*/ 2582 h 9756"/>
                                  <a:gd name="connsiteX9" fmla="*/ 9442 w 9450"/>
                                  <a:gd name="connsiteY9" fmla="*/ 389 h 9756"/>
                                  <a:gd name="connsiteX10" fmla="*/ 6741 w 9450"/>
                                  <a:gd name="connsiteY10" fmla="*/ 173 h 97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9450" h="9756">
                                    <a:moveTo>
                                      <a:pt x="6741" y="173"/>
                                    </a:moveTo>
                                    <a:cubicBezTo>
                                      <a:pt x="5937" y="501"/>
                                      <a:pt x="4845" y="1456"/>
                                      <a:pt x="4586" y="2349"/>
                                    </a:cubicBezTo>
                                    <a:cubicBezTo>
                                      <a:pt x="4327" y="3242"/>
                                      <a:pt x="5228" y="4549"/>
                                      <a:pt x="5132" y="5530"/>
                                    </a:cubicBezTo>
                                    <a:cubicBezTo>
                                      <a:pt x="5036" y="6511"/>
                                      <a:pt x="4845" y="7557"/>
                                      <a:pt x="4011" y="8234"/>
                                    </a:cubicBezTo>
                                    <a:cubicBezTo>
                                      <a:pt x="3178" y="8911"/>
                                      <a:pt x="353" y="9372"/>
                                      <a:pt x="46" y="9600"/>
                                    </a:cubicBezTo>
                                    <a:cubicBezTo>
                                      <a:pt x="-260" y="9828"/>
                                      <a:pt x="1052" y="9787"/>
                                      <a:pt x="2172" y="9600"/>
                                    </a:cubicBezTo>
                                    <a:cubicBezTo>
                                      <a:pt x="3293" y="9413"/>
                                      <a:pt x="5850" y="9097"/>
                                      <a:pt x="6741" y="8466"/>
                                    </a:cubicBezTo>
                                    <a:cubicBezTo>
                                      <a:pt x="7632" y="7835"/>
                                      <a:pt x="7402" y="6784"/>
                                      <a:pt x="7546" y="5804"/>
                                    </a:cubicBezTo>
                                    <a:cubicBezTo>
                                      <a:pt x="7689" y="4824"/>
                                      <a:pt x="7230" y="3483"/>
                                      <a:pt x="7546" y="2582"/>
                                    </a:cubicBezTo>
                                    <a:cubicBezTo>
                                      <a:pt x="7862" y="1681"/>
                                      <a:pt x="9586" y="754"/>
                                      <a:pt x="9442" y="389"/>
                                    </a:cubicBezTo>
                                    <a:cubicBezTo>
                                      <a:pt x="9299" y="24"/>
                                      <a:pt x="7546" y="-155"/>
                                      <a:pt x="6741" y="17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9" o:spid="_x0000_s1026" style="position:absolute;margin-left:269.4pt;margin-top:257.65pt;width:16.45pt;height:117.4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50,9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" path="m6741,173c5937,501,4845,1456,4586,2349v-259,893,642,2200,546,3181c5036,6511,4845,7557,4011,8234,3178,8911,353,9372,46,9600v-306,228,1006,187,2126,c3293,9413,5850,9097,6741,8466v891,-631,661,-1682,805,-2662c7689,4824,7230,3483,7546,2582,7862,1681,9586,754,9442,389,9299,24,7546,-155,6741,173xe" fillcolor="#0d0d0d [3069]" strokecolor="#0d0d0d [3069]">
                      <v:path arrowok="t" o:connecttype="custom" o:connectlocs="148963,26453;101341,359181;113407,845581;88635,1259044;1017,1467916;47997,1467916;148963,1294519;166751,887478;166751,394808;208649,59481;148963,26453" o:connectangles="0,0,0,0,0,0,0,0,0,0,0"/>
                    </v:shape>
                  </w:pict>
                </mc:Fallback>
              </mc:AlternateContent>
            </w:r>
            <w:r w:rsidR="00224BA4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5A16C207" wp14:editId="361E678A">
                      <wp:simplePos x="0" y="0"/>
                      <wp:positionH relativeFrom="column">
                        <wp:posOffset>3636199</wp:posOffset>
                      </wp:positionH>
                      <wp:positionV relativeFrom="paragraph">
                        <wp:posOffset>1404083</wp:posOffset>
                      </wp:positionV>
                      <wp:extent cx="211904" cy="1571073"/>
                      <wp:effectExtent l="0" t="0" r="17145" b="10160"/>
                      <wp:wrapNone/>
                      <wp:docPr id="155" name="Freeform 1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904" cy="1571073"/>
                              </a:xfrm>
                              <a:custGeom>
                                <a:avLst/>
                                <a:gdLst>
                                  <a:gd name="connsiteX0" fmla="*/ 211830 w 211904"/>
                                  <a:gd name="connsiteY0" fmla="*/ 0 h 1571073"/>
                                  <a:gd name="connsiteX1" fmla="*/ 194177 w 211904"/>
                                  <a:gd name="connsiteY1" fmla="*/ 328337 h 1571073"/>
                                  <a:gd name="connsiteX2" fmla="*/ 102384 w 211904"/>
                                  <a:gd name="connsiteY2" fmla="*/ 826138 h 1571073"/>
                                  <a:gd name="connsiteX3" fmla="*/ 21183 w 211904"/>
                                  <a:gd name="connsiteY3" fmla="*/ 1228615 h 1571073"/>
                                  <a:gd name="connsiteX4" fmla="*/ 0 w 211904"/>
                                  <a:gd name="connsiteY4" fmla="*/ 1571073 h 15710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11904" h="1571073">
                                    <a:moveTo>
                                      <a:pt x="211830" y="0"/>
                                    </a:moveTo>
                                    <a:cubicBezTo>
                                      <a:pt x="212124" y="95323"/>
                                      <a:pt x="212418" y="190647"/>
                                      <a:pt x="194177" y="328337"/>
                                    </a:cubicBezTo>
                                    <a:cubicBezTo>
                                      <a:pt x="175936" y="466027"/>
                                      <a:pt x="131216" y="676092"/>
                                      <a:pt x="102384" y="826138"/>
                                    </a:cubicBezTo>
                                    <a:cubicBezTo>
                                      <a:pt x="73552" y="976184"/>
                                      <a:pt x="38247" y="1104459"/>
                                      <a:pt x="21183" y="1228615"/>
                                    </a:cubicBezTo>
                                    <a:cubicBezTo>
                                      <a:pt x="4119" y="1352771"/>
                                      <a:pt x="2059" y="1461922"/>
                                      <a:pt x="0" y="1571073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55" o:spid="_x0000_s1026" style="position:absolute;margin-left:286.3pt;margin-top:110.55pt;width:16.7pt;height:123.7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1904,1571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" path="m211830,v294,95323,588,190647,-17653,328337c175936,466027,131216,676092,102384,826138,73552,976184,38247,1104459,21183,1228615,4119,1352771,2059,1461922,,1571073e" filled="f" strokecolor="#7f7f7f [1612]" strokeweight="1pt">
                      <v:stroke joinstyle="miter"/>
                      <v:path arrowok="t" o:connecttype="custom" o:connectlocs="211830,0;194177,328337;102384,826138;21183,1228615;0,1571073" o:connectangles="0,0,0,0,0"/>
                    </v:shape>
                  </w:pict>
                </mc:Fallback>
              </mc:AlternateContent>
            </w:r>
            <w:r w:rsidR="00224BA4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4776E4F6" wp14:editId="373A8450">
                      <wp:simplePos x="0" y="0"/>
                      <wp:positionH relativeFrom="column">
                        <wp:posOffset>3570215</wp:posOffset>
                      </wp:positionH>
                      <wp:positionV relativeFrom="paragraph">
                        <wp:posOffset>1248741</wp:posOffset>
                      </wp:positionV>
                      <wp:extent cx="160067" cy="2049468"/>
                      <wp:effectExtent l="0" t="0" r="11430" b="27305"/>
                      <wp:wrapNone/>
                      <wp:docPr id="154" name="Freeform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0067" cy="2049468"/>
                              </a:xfrm>
                              <a:custGeom>
                                <a:avLst/>
                                <a:gdLst>
                                  <a:gd name="connsiteX0" fmla="*/ 157777 w 160067"/>
                                  <a:gd name="connsiteY0" fmla="*/ 0 h 2049468"/>
                                  <a:gd name="connsiteX1" fmla="*/ 147185 w 160067"/>
                                  <a:gd name="connsiteY1" fmla="*/ 515453 h 2049468"/>
                                  <a:gd name="connsiteX2" fmla="*/ 58923 w 160067"/>
                                  <a:gd name="connsiteY2" fmla="*/ 1094456 h 2049468"/>
                                  <a:gd name="connsiteX3" fmla="*/ 2435 w 160067"/>
                                  <a:gd name="connsiteY3" fmla="*/ 1387487 h 2049468"/>
                                  <a:gd name="connsiteX4" fmla="*/ 9496 w 160067"/>
                                  <a:gd name="connsiteY4" fmla="*/ 1761720 h 2049468"/>
                                  <a:gd name="connsiteX5" fmla="*/ 2435 w 160067"/>
                                  <a:gd name="connsiteY5" fmla="*/ 2022978 h 2049468"/>
                                  <a:gd name="connsiteX6" fmla="*/ 5965 w 160067"/>
                                  <a:gd name="connsiteY6" fmla="*/ 2040630 h 2049468"/>
                                  <a:gd name="connsiteX7" fmla="*/ 5965 w 160067"/>
                                  <a:gd name="connsiteY7" fmla="*/ 2040630 h 2049468"/>
                                  <a:gd name="connsiteX8" fmla="*/ 13026 w 160067"/>
                                  <a:gd name="connsiteY8" fmla="*/ 2044161 h 20494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60067" h="2049468">
                                    <a:moveTo>
                                      <a:pt x="157777" y="0"/>
                                    </a:moveTo>
                                    <a:cubicBezTo>
                                      <a:pt x="160719" y="166522"/>
                                      <a:pt x="163661" y="333044"/>
                                      <a:pt x="147185" y="515453"/>
                                    </a:cubicBezTo>
                                    <a:cubicBezTo>
                                      <a:pt x="130709" y="697862"/>
                                      <a:pt x="83048" y="949117"/>
                                      <a:pt x="58923" y="1094456"/>
                                    </a:cubicBezTo>
                                    <a:cubicBezTo>
                                      <a:pt x="34798" y="1239795"/>
                                      <a:pt x="10673" y="1276276"/>
                                      <a:pt x="2435" y="1387487"/>
                                    </a:cubicBezTo>
                                    <a:cubicBezTo>
                                      <a:pt x="-5803" y="1498698"/>
                                      <a:pt x="9496" y="1655805"/>
                                      <a:pt x="9496" y="1761720"/>
                                    </a:cubicBezTo>
                                    <a:cubicBezTo>
                                      <a:pt x="9496" y="1867635"/>
                                      <a:pt x="3023" y="1976493"/>
                                      <a:pt x="2435" y="2022978"/>
                                    </a:cubicBezTo>
                                    <a:cubicBezTo>
                                      <a:pt x="1846" y="2069463"/>
                                      <a:pt x="5965" y="2040630"/>
                                      <a:pt x="5965" y="2040630"/>
                                    </a:cubicBezTo>
                                    <a:lnTo>
                                      <a:pt x="5965" y="2040630"/>
                                    </a:lnTo>
                                    <a:lnTo>
                                      <a:pt x="13026" y="204416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54" o:spid="_x0000_s1026" style="position:absolute;margin-left:281.1pt;margin-top:98.35pt;width:12.6pt;height:161.4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0067,20494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" path="m157777,v2942,166522,5884,333044,-10592,515453c130709,697862,83048,949117,58923,1094456,34798,1239795,10673,1276276,2435,1387487v-8238,111211,7061,268318,7061,374233c9496,1867635,3023,1976493,2435,2022978v-589,46485,3530,17652,3530,17652l5965,2040630r7061,3531e" filled="f" strokecolor="#7f7f7f [1612]" strokeweight="1pt">
                      <v:stroke joinstyle="miter"/>
                      <v:path arrowok="t" o:connecttype="custom" o:connectlocs="157777,0;147185,515453;58923,1094456;2435,1387487;9496,1761720;2435,2022978;5965,2040630;5965,2040630;13026,2044161" o:connectangles="0,0,0,0,0,0,0,0,0"/>
                    </v:shape>
                  </w:pict>
                </mc:Fallback>
              </mc:AlternateContent>
            </w:r>
            <w:r w:rsidR="00224BA4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5AF2CDD3" wp14:editId="2FCEEC8C">
                      <wp:simplePos x="0" y="0"/>
                      <wp:positionH relativeFrom="column">
                        <wp:posOffset>2672372</wp:posOffset>
                      </wp:positionH>
                      <wp:positionV relativeFrom="paragraph">
                        <wp:posOffset>1421736</wp:posOffset>
                      </wp:positionV>
                      <wp:extent cx="223217" cy="1594975"/>
                      <wp:effectExtent l="0" t="0" r="24765" b="24765"/>
                      <wp:wrapNone/>
                      <wp:docPr id="153" name="Freeform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3217" cy="1594975"/>
                              </a:xfrm>
                              <a:custGeom>
                                <a:avLst/>
                                <a:gdLst>
                                  <a:gd name="connsiteX0" fmla="*/ 0 w 223217"/>
                                  <a:gd name="connsiteY0" fmla="*/ 0 h 1594975"/>
                                  <a:gd name="connsiteX1" fmla="*/ 74140 w 223217"/>
                                  <a:gd name="connsiteY1" fmla="*/ 586063 h 1594975"/>
                                  <a:gd name="connsiteX2" fmla="*/ 187116 w 223217"/>
                                  <a:gd name="connsiteY2" fmla="*/ 1059150 h 1594975"/>
                                  <a:gd name="connsiteX3" fmla="*/ 222421 w 223217"/>
                                  <a:gd name="connsiteY3" fmla="*/ 1514585 h 1594975"/>
                                  <a:gd name="connsiteX4" fmla="*/ 208299 w 223217"/>
                                  <a:gd name="connsiteY4" fmla="*/ 1592256 h 15949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23217" h="1594975">
                                    <a:moveTo>
                                      <a:pt x="0" y="0"/>
                                    </a:moveTo>
                                    <a:cubicBezTo>
                                      <a:pt x="21477" y="204769"/>
                                      <a:pt x="42954" y="409538"/>
                                      <a:pt x="74140" y="586063"/>
                                    </a:cubicBezTo>
                                    <a:cubicBezTo>
                                      <a:pt x="105326" y="762588"/>
                                      <a:pt x="162403" y="904396"/>
                                      <a:pt x="187116" y="1059150"/>
                                    </a:cubicBezTo>
                                    <a:cubicBezTo>
                                      <a:pt x="211830" y="1213904"/>
                                      <a:pt x="218891" y="1425734"/>
                                      <a:pt x="222421" y="1514585"/>
                                    </a:cubicBezTo>
                                    <a:cubicBezTo>
                                      <a:pt x="225951" y="1603436"/>
                                      <a:pt x="217125" y="1597846"/>
                                      <a:pt x="208299" y="1592256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53" o:spid="_x0000_s1026" style="position:absolute;margin-left:210.4pt;margin-top:111.95pt;width:17.6pt;height:125.6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3217,1594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" path="m,c21477,204769,42954,409538,74140,586063v31186,176525,88263,318333,112976,473087c211830,1213904,218891,1425734,222421,1514585v3530,88851,-5296,83261,-14122,77671e" filled="f" strokecolor="#7f7f7f [1612]" strokeweight="1pt">
                      <v:stroke joinstyle="miter"/>
                      <v:path arrowok="t" o:connecttype="custom" o:connectlocs="0,0;74140,586063;187116,1059150;222421,1514585;208299,1592256" o:connectangles="0,0,0,0,0"/>
                    </v:shape>
                  </w:pict>
                </mc:Fallback>
              </mc:AlternateContent>
            </w:r>
            <w:r w:rsidR="00224BA4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305588FB" wp14:editId="5C74E205">
                      <wp:simplePos x="0" y="0"/>
                      <wp:positionH relativeFrom="column">
                        <wp:posOffset>2771226</wp:posOffset>
                      </wp:positionH>
                      <wp:positionV relativeFrom="paragraph">
                        <wp:posOffset>1224027</wp:posOffset>
                      </wp:positionV>
                      <wp:extent cx="187286" cy="1814678"/>
                      <wp:effectExtent l="0" t="0" r="22860" b="14605"/>
                      <wp:wrapNone/>
                      <wp:docPr id="152" name="Freeform 1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7286" cy="1814678"/>
                              </a:xfrm>
                              <a:custGeom>
                                <a:avLst/>
                                <a:gdLst>
                                  <a:gd name="connsiteX0" fmla="*/ 0 w 187286"/>
                                  <a:gd name="connsiteY0" fmla="*/ 0 h 1814678"/>
                                  <a:gd name="connsiteX1" fmla="*/ 60018 w 187286"/>
                                  <a:gd name="connsiteY1" fmla="*/ 684918 h 1814678"/>
                                  <a:gd name="connsiteX2" fmla="*/ 158872 w 187286"/>
                                  <a:gd name="connsiteY2" fmla="*/ 1129761 h 1814678"/>
                                  <a:gd name="connsiteX3" fmla="*/ 187116 w 187286"/>
                                  <a:gd name="connsiteY3" fmla="*/ 1503994 h 1814678"/>
                                  <a:gd name="connsiteX4" fmla="*/ 169464 w 187286"/>
                                  <a:gd name="connsiteY4" fmla="*/ 1761721 h 1814678"/>
                                  <a:gd name="connsiteX5" fmla="*/ 144750 w 187286"/>
                                  <a:gd name="connsiteY5" fmla="*/ 1814678 h 181467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87286" h="1814678">
                                    <a:moveTo>
                                      <a:pt x="0" y="0"/>
                                    </a:moveTo>
                                    <a:cubicBezTo>
                                      <a:pt x="16769" y="248312"/>
                                      <a:pt x="33539" y="496625"/>
                                      <a:pt x="60018" y="684918"/>
                                    </a:cubicBezTo>
                                    <a:cubicBezTo>
                                      <a:pt x="86497" y="873211"/>
                                      <a:pt x="137689" y="993248"/>
                                      <a:pt x="158872" y="1129761"/>
                                    </a:cubicBezTo>
                                    <a:cubicBezTo>
                                      <a:pt x="180055" y="1266274"/>
                                      <a:pt x="185351" y="1398667"/>
                                      <a:pt x="187116" y="1503994"/>
                                    </a:cubicBezTo>
                                    <a:cubicBezTo>
                                      <a:pt x="188881" y="1609321"/>
                                      <a:pt x="176525" y="1709940"/>
                                      <a:pt x="169464" y="1761721"/>
                                    </a:cubicBezTo>
                                    <a:cubicBezTo>
                                      <a:pt x="162403" y="1813502"/>
                                      <a:pt x="153576" y="1814090"/>
                                      <a:pt x="144750" y="1814678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52" o:spid="_x0000_s1026" style="position:absolute;margin-left:218.2pt;margin-top:96.4pt;width:14.75pt;height:142.9p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7286,1814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" path="m,c16769,248312,33539,496625,60018,684918v26479,188293,77671,308330,98854,444843c180055,1266274,185351,1398667,187116,1503994v1765,105327,-10591,205946,-17652,257727c162403,1813502,153576,1814090,144750,1814678e" filled="f" strokecolor="#7f7f7f [1612]" strokeweight="1pt">
                      <v:stroke joinstyle="miter"/>
                      <v:path arrowok="t" o:connecttype="custom" o:connectlocs="0,0;60018,684918;158872,1129761;187116,1503994;169464,1761721;144750,1814678" o:connectangles="0,0,0,0,0,0"/>
                    </v:shape>
                  </w:pict>
                </mc:Fallback>
              </mc:AlternateContent>
            </w:r>
            <w:r w:rsidR="00224BA4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0B0FB5AF" wp14:editId="74B9A235">
                      <wp:simplePos x="0" y="0"/>
                      <wp:positionH relativeFrom="column">
                        <wp:posOffset>2639103</wp:posOffset>
                      </wp:positionH>
                      <wp:positionV relativeFrom="paragraph">
                        <wp:posOffset>3105785</wp:posOffset>
                      </wp:positionV>
                      <wp:extent cx="243915" cy="1754659"/>
                      <wp:effectExtent l="0" t="0" r="22860" b="17145"/>
                      <wp:wrapNone/>
                      <wp:docPr id="151" name="Freeform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3915" cy="1754659"/>
                              </a:xfrm>
                              <a:custGeom>
                                <a:avLst/>
                                <a:gdLst>
                                  <a:gd name="connsiteX0" fmla="*/ 220385 w 243915"/>
                                  <a:gd name="connsiteY0" fmla="*/ 0 h 1754659"/>
                                  <a:gd name="connsiteX1" fmla="*/ 93287 w 243915"/>
                                  <a:gd name="connsiteY1" fmla="*/ 95324 h 1754659"/>
                                  <a:gd name="connsiteX2" fmla="*/ 5025 w 243915"/>
                                  <a:gd name="connsiteY2" fmla="*/ 278910 h 1754659"/>
                                  <a:gd name="connsiteX3" fmla="*/ 26208 w 243915"/>
                                  <a:gd name="connsiteY3" fmla="*/ 571941 h 1754659"/>
                                  <a:gd name="connsiteX4" fmla="*/ 153306 w 243915"/>
                                  <a:gd name="connsiteY4" fmla="*/ 1158005 h 1754659"/>
                                  <a:gd name="connsiteX5" fmla="*/ 241568 w 243915"/>
                                  <a:gd name="connsiteY5" fmla="*/ 1553421 h 1754659"/>
                                  <a:gd name="connsiteX6" fmla="*/ 209794 w 243915"/>
                                  <a:gd name="connsiteY6" fmla="*/ 1754659 h 17546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43915" h="1754659">
                                    <a:moveTo>
                                      <a:pt x="220385" y="0"/>
                                    </a:moveTo>
                                    <a:cubicBezTo>
                                      <a:pt x="174782" y="24419"/>
                                      <a:pt x="129180" y="48839"/>
                                      <a:pt x="93287" y="95324"/>
                                    </a:cubicBezTo>
                                    <a:cubicBezTo>
                                      <a:pt x="57394" y="141809"/>
                                      <a:pt x="16205" y="199474"/>
                                      <a:pt x="5025" y="278910"/>
                                    </a:cubicBezTo>
                                    <a:cubicBezTo>
                                      <a:pt x="-6155" y="358346"/>
                                      <a:pt x="1495" y="425425"/>
                                      <a:pt x="26208" y="571941"/>
                                    </a:cubicBezTo>
                                    <a:cubicBezTo>
                                      <a:pt x="50921" y="718457"/>
                                      <a:pt x="117413" y="994425"/>
                                      <a:pt x="153306" y="1158005"/>
                                    </a:cubicBezTo>
                                    <a:cubicBezTo>
                                      <a:pt x="189199" y="1321585"/>
                                      <a:pt x="232153" y="1453979"/>
                                      <a:pt x="241568" y="1553421"/>
                                    </a:cubicBezTo>
                                    <a:cubicBezTo>
                                      <a:pt x="250983" y="1652863"/>
                                      <a:pt x="230388" y="1703761"/>
                                      <a:pt x="209794" y="1754659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51" o:spid="_x0000_s1026" style="position:absolute;margin-left:207.8pt;margin-top:244.55pt;width:19.2pt;height:138.1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3915,17546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" path="m220385,c174782,24419,129180,48839,93287,95324,57394,141809,16205,199474,5025,278910,-6155,358346,1495,425425,26208,571941v24713,146516,91205,422484,127098,586064c189199,1321585,232153,1453979,241568,1553421v9415,99442,-11180,150340,-31774,201238e" filled="f" strokecolor="#7f7f7f [1612]" strokeweight="1pt">
                      <v:stroke joinstyle="miter"/>
                      <v:path arrowok="t" o:connecttype="custom" o:connectlocs="220385,0;93287,95324;5025,278910;26208,571941;153306,1158005;241568,1553421;209794,1754659" o:connectangles="0,0,0,0,0,0,0"/>
                    </v:shape>
                  </w:pict>
                </mc:Fallback>
              </mc:AlternateContent>
            </w:r>
            <w:r w:rsidR="00224BA4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1090CED5" wp14:editId="1E5B735C">
                      <wp:simplePos x="0" y="0"/>
                      <wp:positionH relativeFrom="column">
                        <wp:posOffset>2590892</wp:posOffset>
                      </wp:positionH>
                      <wp:positionV relativeFrom="paragraph">
                        <wp:posOffset>3013992</wp:posOffset>
                      </wp:positionV>
                      <wp:extent cx="272127" cy="1832330"/>
                      <wp:effectExtent l="0" t="0" r="13970" b="15875"/>
                      <wp:wrapNone/>
                      <wp:docPr id="150" name="Freeform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2127" cy="1832330"/>
                              </a:xfrm>
                              <a:custGeom>
                                <a:avLst/>
                                <a:gdLst>
                                  <a:gd name="connsiteX0" fmla="*/ 272127 w 272127"/>
                                  <a:gd name="connsiteY0" fmla="*/ 0 h 1832330"/>
                                  <a:gd name="connsiteX1" fmla="*/ 169742 w 272127"/>
                                  <a:gd name="connsiteY1" fmla="*/ 74140 h 1832330"/>
                                  <a:gd name="connsiteX2" fmla="*/ 70888 w 272127"/>
                                  <a:gd name="connsiteY2" fmla="*/ 197708 h 1832330"/>
                                  <a:gd name="connsiteX3" fmla="*/ 3809 w 272127"/>
                                  <a:gd name="connsiteY3" fmla="*/ 353050 h 1832330"/>
                                  <a:gd name="connsiteX4" fmla="*/ 24992 w 272127"/>
                                  <a:gd name="connsiteY4" fmla="*/ 635490 h 1832330"/>
                                  <a:gd name="connsiteX5" fmla="*/ 162681 w 272127"/>
                                  <a:gd name="connsiteY5" fmla="*/ 1249798 h 1832330"/>
                                  <a:gd name="connsiteX6" fmla="*/ 250944 w 272127"/>
                                  <a:gd name="connsiteY6" fmla="*/ 1655805 h 1832330"/>
                                  <a:gd name="connsiteX7" fmla="*/ 226230 w 272127"/>
                                  <a:gd name="connsiteY7" fmla="*/ 1832330 h 1832330"/>
                                  <a:gd name="connsiteX8" fmla="*/ 226230 w 272127"/>
                                  <a:gd name="connsiteY8" fmla="*/ 1832330 h 18323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72127" h="1832330">
                                    <a:moveTo>
                                      <a:pt x="272127" y="0"/>
                                    </a:moveTo>
                                    <a:cubicBezTo>
                                      <a:pt x="237704" y="20594"/>
                                      <a:pt x="203282" y="41189"/>
                                      <a:pt x="169742" y="74140"/>
                                    </a:cubicBezTo>
                                    <a:cubicBezTo>
                                      <a:pt x="136202" y="107091"/>
                                      <a:pt x="98543" y="151223"/>
                                      <a:pt x="70888" y="197708"/>
                                    </a:cubicBezTo>
                                    <a:cubicBezTo>
                                      <a:pt x="43232" y="244193"/>
                                      <a:pt x="11458" y="280086"/>
                                      <a:pt x="3809" y="353050"/>
                                    </a:cubicBezTo>
                                    <a:cubicBezTo>
                                      <a:pt x="-3840" y="426014"/>
                                      <a:pt x="-1487" y="486032"/>
                                      <a:pt x="24992" y="635490"/>
                                    </a:cubicBezTo>
                                    <a:cubicBezTo>
                                      <a:pt x="51471" y="784948"/>
                                      <a:pt x="125022" y="1079746"/>
                                      <a:pt x="162681" y="1249798"/>
                                    </a:cubicBezTo>
                                    <a:cubicBezTo>
                                      <a:pt x="200340" y="1419850"/>
                                      <a:pt x="240352" y="1558716"/>
                                      <a:pt x="250944" y="1655805"/>
                                    </a:cubicBezTo>
                                    <a:cubicBezTo>
                                      <a:pt x="261536" y="1752894"/>
                                      <a:pt x="226230" y="1832330"/>
                                      <a:pt x="226230" y="1832330"/>
                                    </a:cubicBezTo>
                                    <a:lnTo>
                                      <a:pt x="226230" y="1832330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50" o:spid="_x0000_s1026" style="position:absolute;margin-left:204pt;margin-top:237.3pt;width:21.45pt;height:144.3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2127,1832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" path="m272127,c237704,20594,203282,41189,169742,74140,136202,107091,98543,151223,70888,197708,43232,244193,11458,280086,3809,353050v-7649,72964,-5296,132982,21183,282440c51471,784948,125022,1079746,162681,1249798v37659,170052,77671,308918,88263,406007c261536,1752894,226230,1832330,226230,1832330r,e" filled="f" strokecolor="#7f7f7f [1612]" strokeweight="1pt">
                      <v:stroke joinstyle="miter"/>
                      <v:path arrowok="t" o:connecttype="custom" o:connectlocs="272127,0;169742,74140;70888,197708;3809,353050;24992,635490;162681,1249798;250944,1655805;226230,1832330;226230,1832330" o:connectangles="0,0,0,0,0,0,0,0,0"/>
                    </v:shape>
                  </w:pict>
                </mc:Fallback>
              </mc:AlternateContent>
            </w:r>
            <w:r w:rsidR="00224BA4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356549D1" wp14:editId="09CDB603">
                      <wp:simplePos x="0" y="0"/>
                      <wp:positionH relativeFrom="column">
                        <wp:posOffset>3657382</wp:posOffset>
                      </wp:positionH>
                      <wp:positionV relativeFrom="paragraph">
                        <wp:posOffset>2992809</wp:posOffset>
                      </wp:positionV>
                      <wp:extent cx="284066" cy="1789964"/>
                      <wp:effectExtent l="0" t="0" r="20955" b="20320"/>
                      <wp:wrapNone/>
                      <wp:docPr id="149" name="Freeform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4066" cy="1789964"/>
                              </a:xfrm>
                              <a:custGeom>
                                <a:avLst/>
                                <a:gdLst>
                                  <a:gd name="connsiteX0" fmla="*/ 0 w 284066"/>
                                  <a:gd name="connsiteY0" fmla="*/ 0 h 1789964"/>
                                  <a:gd name="connsiteX1" fmla="*/ 183586 w 284066"/>
                                  <a:gd name="connsiteY1" fmla="*/ 162403 h 1789964"/>
                                  <a:gd name="connsiteX2" fmla="*/ 268318 w 284066"/>
                                  <a:gd name="connsiteY2" fmla="*/ 310684 h 1789964"/>
                                  <a:gd name="connsiteX3" fmla="*/ 282440 w 284066"/>
                                  <a:gd name="connsiteY3" fmla="*/ 508392 h 1789964"/>
                                  <a:gd name="connsiteX4" fmla="*/ 247135 w 284066"/>
                                  <a:gd name="connsiteY4" fmla="*/ 872034 h 1789964"/>
                                  <a:gd name="connsiteX5" fmla="*/ 204769 w 284066"/>
                                  <a:gd name="connsiteY5" fmla="*/ 1013254 h 1789964"/>
                                  <a:gd name="connsiteX6" fmla="*/ 158872 w 284066"/>
                                  <a:gd name="connsiteY6" fmla="*/ 1158005 h 1789964"/>
                                  <a:gd name="connsiteX7" fmla="*/ 95323 w 284066"/>
                                  <a:gd name="connsiteY7" fmla="*/ 1507524 h 1789964"/>
                                  <a:gd name="connsiteX8" fmla="*/ 67079 w 284066"/>
                                  <a:gd name="connsiteY8" fmla="*/ 1789964 h 17899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284066" h="1789964">
                                    <a:moveTo>
                                      <a:pt x="0" y="0"/>
                                    </a:moveTo>
                                    <a:cubicBezTo>
                                      <a:pt x="69433" y="55311"/>
                                      <a:pt x="138866" y="110622"/>
                                      <a:pt x="183586" y="162403"/>
                                    </a:cubicBezTo>
                                    <a:cubicBezTo>
                                      <a:pt x="228306" y="214184"/>
                                      <a:pt x="251842" y="253019"/>
                                      <a:pt x="268318" y="310684"/>
                                    </a:cubicBezTo>
                                    <a:cubicBezTo>
                                      <a:pt x="284794" y="368349"/>
                                      <a:pt x="285970" y="414834"/>
                                      <a:pt x="282440" y="508392"/>
                                    </a:cubicBezTo>
                                    <a:cubicBezTo>
                                      <a:pt x="278910" y="601950"/>
                                      <a:pt x="260080" y="787890"/>
                                      <a:pt x="247135" y="872034"/>
                                    </a:cubicBezTo>
                                    <a:cubicBezTo>
                                      <a:pt x="234190" y="956178"/>
                                      <a:pt x="219479" y="965592"/>
                                      <a:pt x="204769" y="1013254"/>
                                    </a:cubicBezTo>
                                    <a:cubicBezTo>
                                      <a:pt x="190059" y="1060916"/>
                                      <a:pt x="177113" y="1075627"/>
                                      <a:pt x="158872" y="1158005"/>
                                    </a:cubicBezTo>
                                    <a:cubicBezTo>
                                      <a:pt x="140631" y="1240383"/>
                                      <a:pt x="110622" y="1402197"/>
                                      <a:pt x="95323" y="1507524"/>
                                    </a:cubicBezTo>
                                    <a:cubicBezTo>
                                      <a:pt x="80024" y="1612851"/>
                                      <a:pt x="73551" y="1701407"/>
                                      <a:pt x="67079" y="1789964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9" o:spid="_x0000_s1026" style="position:absolute;margin-left:4in;margin-top:235.65pt;width:22.35pt;height:140.9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4066,17899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" path="m,c69433,55311,138866,110622,183586,162403v44720,51781,68256,90616,84732,148281c284794,368349,285970,414834,282440,508392v-3530,93558,-22360,279498,-35305,363642c234190,956178,219479,965592,204769,1013254v-14710,47662,-27656,62373,-45897,144751c140631,1240383,110622,1402197,95323,1507524,80024,1612851,73551,1701407,67079,1789964e" filled="f" strokecolor="#7f7f7f [1612]" strokeweight="1pt">
                      <v:stroke joinstyle="miter"/>
                      <v:path arrowok="t" o:connecttype="custom" o:connectlocs="0,0;183586,162403;268318,310684;282440,508392;247135,872034;204769,1013254;158872,1158005;95323,1507524;67079,1789964" o:connectangles="0,0,0,0,0,0,0,0,0"/>
                    </v:shape>
                  </w:pict>
                </mc:Fallback>
              </mc:AlternateContent>
            </w:r>
            <w:r w:rsidR="00224BA4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33CC57D3" wp14:editId="4151FF1C">
                      <wp:simplePos x="0" y="0"/>
                      <wp:positionH relativeFrom="column">
                        <wp:posOffset>3650321</wp:posOffset>
                      </wp:positionH>
                      <wp:positionV relativeFrom="paragraph">
                        <wp:posOffset>3077541</wp:posOffset>
                      </wp:positionV>
                      <wp:extent cx="248721" cy="1744068"/>
                      <wp:effectExtent l="0" t="0" r="18415" b="27940"/>
                      <wp:wrapNone/>
                      <wp:docPr id="148" name="Freeform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721" cy="1744068"/>
                              </a:xfrm>
                              <a:custGeom>
                                <a:avLst/>
                                <a:gdLst>
                                  <a:gd name="connsiteX0" fmla="*/ 0 w 248474"/>
                                  <a:gd name="connsiteY0" fmla="*/ 0 h 1744068"/>
                                  <a:gd name="connsiteX1" fmla="*/ 137689 w 248474"/>
                                  <a:gd name="connsiteY1" fmla="*/ 105915 h 1744068"/>
                                  <a:gd name="connsiteX2" fmla="*/ 243604 w 248474"/>
                                  <a:gd name="connsiteY2" fmla="*/ 285971 h 1744068"/>
                                  <a:gd name="connsiteX3" fmla="*/ 225952 w 248474"/>
                                  <a:gd name="connsiteY3" fmla="*/ 543697 h 1744068"/>
                                  <a:gd name="connsiteX4" fmla="*/ 183586 w 248474"/>
                                  <a:gd name="connsiteY4" fmla="*/ 886156 h 1744068"/>
                                  <a:gd name="connsiteX5" fmla="*/ 134159 w 248474"/>
                                  <a:gd name="connsiteY5" fmla="*/ 974419 h 1744068"/>
                                  <a:gd name="connsiteX6" fmla="*/ 52957 w 248474"/>
                                  <a:gd name="connsiteY6" fmla="*/ 1493402 h 1744068"/>
                                  <a:gd name="connsiteX7" fmla="*/ 35305 w 248474"/>
                                  <a:gd name="connsiteY7" fmla="*/ 1744068 h 1744068"/>
                                  <a:gd name="connsiteX0" fmla="*/ 0 w 248474"/>
                                  <a:gd name="connsiteY0" fmla="*/ 0 h 1744068"/>
                                  <a:gd name="connsiteX1" fmla="*/ 137689 w 248474"/>
                                  <a:gd name="connsiteY1" fmla="*/ 105915 h 1744068"/>
                                  <a:gd name="connsiteX2" fmla="*/ 243604 w 248474"/>
                                  <a:gd name="connsiteY2" fmla="*/ 285971 h 1744068"/>
                                  <a:gd name="connsiteX3" fmla="*/ 225952 w 248474"/>
                                  <a:gd name="connsiteY3" fmla="*/ 543697 h 1744068"/>
                                  <a:gd name="connsiteX4" fmla="*/ 183586 w 248474"/>
                                  <a:gd name="connsiteY4" fmla="*/ 886156 h 1744068"/>
                                  <a:gd name="connsiteX5" fmla="*/ 120026 w 248474"/>
                                  <a:gd name="connsiteY5" fmla="*/ 1083887 h 1744068"/>
                                  <a:gd name="connsiteX6" fmla="*/ 52957 w 248474"/>
                                  <a:gd name="connsiteY6" fmla="*/ 1493402 h 1744068"/>
                                  <a:gd name="connsiteX7" fmla="*/ 35305 w 248474"/>
                                  <a:gd name="connsiteY7" fmla="*/ 1744068 h 1744068"/>
                                  <a:gd name="connsiteX0" fmla="*/ 0 w 248721"/>
                                  <a:gd name="connsiteY0" fmla="*/ 0 h 1744068"/>
                                  <a:gd name="connsiteX1" fmla="*/ 137689 w 248721"/>
                                  <a:gd name="connsiteY1" fmla="*/ 105915 h 1744068"/>
                                  <a:gd name="connsiteX2" fmla="*/ 243604 w 248721"/>
                                  <a:gd name="connsiteY2" fmla="*/ 285971 h 1744068"/>
                                  <a:gd name="connsiteX3" fmla="*/ 225952 w 248721"/>
                                  <a:gd name="connsiteY3" fmla="*/ 543697 h 1744068"/>
                                  <a:gd name="connsiteX4" fmla="*/ 172390 w 248721"/>
                                  <a:gd name="connsiteY4" fmla="*/ 882624 h 1744068"/>
                                  <a:gd name="connsiteX5" fmla="*/ 120026 w 248721"/>
                                  <a:gd name="connsiteY5" fmla="*/ 1083887 h 1744068"/>
                                  <a:gd name="connsiteX6" fmla="*/ 52957 w 248721"/>
                                  <a:gd name="connsiteY6" fmla="*/ 1493402 h 1744068"/>
                                  <a:gd name="connsiteX7" fmla="*/ 35305 w 248721"/>
                                  <a:gd name="connsiteY7" fmla="*/ 1744068 h 17440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48721" h="1744068">
                                    <a:moveTo>
                                      <a:pt x="0" y="0"/>
                                    </a:moveTo>
                                    <a:cubicBezTo>
                                      <a:pt x="48544" y="29126"/>
                                      <a:pt x="97088" y="58253"/>
                                      <a:pt x="137689" y="105915"/>
                                    </a:cubicBezTo>
                                    <a:cubicBezTo>
                                      <a:pt x="178290" y="153577"/>
                                      <a:pt x="228894" y="213007"/>
                                      <a:pt x="243604" y="285971"/>
                                    </a:cubicBezTo>
                                    <a:cubicBezTo>
                                      <a:pt x="258315" y="358935"/>
                                      <a:pt x="237821" y="444255"/>
                                      <a:pt x="225952" y="543697"/>
                                    </a:cubicBezTo>
                                    <a:cubicBezTo>
                                      <a:pt x="214083" y="643139"/>
                                      <a:pt x="190044" y="792592"/>
                                      <a:pt x="172390" y="882624"/>
                                    </a:cubicBezTo>
                                    <a:cubicBezTo>
                                      <a:pt x="154736" y="972656"/>
                                      <a:pt x="139931" y="982091"/>
                                      <a:pt x="120026" y="1083887"/>
                                    </a:cubicBezTo>
                                    <a:cubicBezTo>
                                      <a:pt x="100121" y="1185683"/>
                                      <a:pt x="67077" y="1383372"/>
                                      <a:pt x="52957" y="1493402"/>
                                    </a:cubicBezTo>
                                    <a:cubicBezTo>
                                      <a:pt x="38837" y="1603432"/>
                                      <a:pt x="35893" y="1682872"/>
                                      <a:pt x="35305" y="1744068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8" o:spid="_x0000_s1026" style="position:absolute;margin-left:287.45pt;margin-top:242.35pt;width:19.6pt;height:137.3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721,1744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" path="m,c48544,29126,97088,58253,137689,105915v40601,47662,91205,107092,105915,180056c258315,358935,237821,444255,225952,543697v-11869,99442,-35908,248895,-53562,338927c154736,972656,139931,982091,120026,1083887v-19905,101796,-52949,299485,-67069,409515c38837,1603432,35893,1682872,35305,1744068e" filled="f" strokecolor="#7f7f7f [1612]" strokeweight="1pt">
                      <v:stroke joinstyle="miter"/>
                      <v:path arrowok="t" o:connecttype="custom" o:connectlocs="0,0;137689,105915;243604,285971;225952,543697;172390,882624;120026,1083887;52957,1493402;35305,1744068" o:connectangles="0,0,0,0,0,0,0,0"/>
                    </v:shape>
                  </w:pict>
                </mc:Fallback>
              </mc:AlternateContent>
            </w:r>
            <w:r w:rsidR="00224BA4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01B4BDA0" wp14:editId="0DDB5E8C">
                      <wp:simplePos x="0" y="0"/>
                      <wp:positionH relativeFrom="column">
                        <wp:posOffset>3643260</wp:posOffset>
                      </wp:positionH>
                      <wp:positionV relativeFrom="paragraph">
                        <wp:posOffset>3183456</wp:posOffset>
                      </wp:positionV>
                      <wp:extent cx="150067" cy="1216030"/>
                      <wp:effectExtent l="0" t="0" r="21590" b="22225"/>
                      <wp:wrapNone/>
                      <wp:docPr id="147" name="Freeform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0067" cy="1216030"/>
                              </a:xfrm>
                              <a:custGeom>
                                <a:avLst/>
                                <a:gdLst>
                                  <a:gd name="connsiteX0" fmla="*/ 0 w 147795"/>
                                  <a:gd name="connsiteY0" fmla="*/ 60385 h 1177065"/>
                                  <a:gd name="connsiteX1" fmla="*/ 94891 w 147795"/>
                                  <a:gd name="connsiteY1" fmla="*/ 215660 h 1177065"/>
                                  <a:gd name="connsiteX2" fmla="*/ 43132 w 147795"/>
                                  <a:gd name="connsiteY2" fmla="*/ 724619 h 1177065"/>
                                  <a:gd name="connsiteX3" fmla="*/ 25880 w 147795"/>
                                  <a:gd name="connsiteY3" fmla="*/ 1164566 h 1177065"/>
                                  <a:gd name="connsiteX4" fmla="*/ 77638 w 147795"/>
                                  <a:gd name="connsiteY4" fmla="*/ 983411 h 1177065"/>
                                  <a:gd name="connsiteX5" fmla="*/ 146649 w 147795"/>
                                  <a:gd name="connsiteY5" fmla="*/ 241539 h 1177065"/>
                                  <a:gd name="connsiteX6" fmla="*/ 17253 w 147795"/>
                                  <a:gd name="connsiteY6" fmla="*/ 0 h 1177065"/>
                                  <a:gd name="connsiteX0" fmla="*/ 0 w 147795"/>
                                  <a:gd name="connsiteY0" fmla="*/ 60385 h 1177065"/>
                                  <a:gd name="connsiteX1" fmla="*/ 77582 w 147795"/>
                                  <a:gd name="connsiteY1" fmla="*/ 301954 h 1177065"/>
                                  <a:gd name="connsiteX2" fmla="*/ 43132 w 147795"/>
                                  <a:gd name="connsiteY2" fmla="*/ 724619 h 1177065"/>
                                  <a:gd name="connsiteX3" fmla="*/ 25880 w 147795"/>
                                  <a:gd name="connsiteY3" fmla="*/ 1164566 h 1177065"/>
                                  <a:gd name="connsiteX4" fmla="*/ 77638 w 147795"/>
                                  <a:gd name="connsiteY4" fmla="*/ 983411 h 1177065"/>
                                  <a:gd name="connsiteX5" fmla="*/ 146649 w 147795"/>
                                  <a:gd name="connsiteY5" fmla="*/ 241539 h 1177065"/>
                                  <a:gd name="connsiteX6" fmla="*/ 17253 w 147795"/>
                                  <a:gd name="connsiteY6" fmla="*/ 0 h 1177065"/>
                                  <a:gd name="connsiteX0" fmla="*/ 0 w 147795"/>
                                  <a:gd name="connsiteY0" fmla="*/ 60385 h 1177065"/>
                                  <a:gd name="connsiteX1" fmla="*/ 77582 w 147795"/>
                                  <a:gd name="connsiteY1" fmla="*/ 301954 h 1177065"/>
                                  <a:gd name="connsiteX2" fmla="*/ 34506 w 147795"/>
                                  <a:gd name="connsiteY2" fmla="*/ 172528 h 1177065"/>
                                  <a:gd name="connsiteX3" fmla="*/ 43132 w 147795"/>
                                  <a:gd name="connsiteY3" fmla="*/ 724619 h 1177065"/>
                                  <a:gd name="connsiteX4" fmla="*/ 25880 w 147795"/>
                                  <a:gd name="connsiteY4" fmla="*/ 1164566 h 1177065"/>
                                  <a:gd name="connsiteX5" fmla="*/ 77638 w 147795"/>
                                  <a:gd name="connsiteY5" fmla="*/ 983411 h 1177065"/>
                                  <a:gd name="connsiteX6" fmla="*/ 146649 w 147795"/>
                                  <a:gd name="connsiteY6" fmla="*/ 241539 h 1177065"/>
                                  <a:gd name="connsiteX7" fmla="*/ 17253 w 147795"/>
                                  <a:gd name="connsiteY7" fmla="*/ 0 h 1177065"/>
                                  <a:gd name="connsiteX0" fmla="*/ 0 w 317156"/>
                                  <a:gd name="connsiteY0" fmla="*/ 60385 h 1177065"/>
                                  <a:gd name="connsiteX1" fmla="*/ 317070 w 317156"/>
                                  <a:gd name="connsiteY1" fmla="*/ 345101 h 1177065"/>
                                  <a:gd name="connsiteX2" fmla="*/ 34506 w 317156"/>
                                  <a:gd name="connsiteY2" fmla="*/ 172528 h 1177065"/>
                                  <a:gd name="connsiteX3" fmla="*/ 43132 w 317156"/>
                                  <a:gd name="connsiteY3" fmla="*/ 724619 h 1177065"/>
                                  <a:gd name="connsiteX4" fmla="*/ 25880 w 317156"/>
                                  <a:gd name="connsiteY4" fmla="*/ 1164566 h 1177065"/>
                                  <a:gd name="connsiteX5" fmla="*/ 77638 w 317156"/>
                                  <a:gd name="connsiteY5" fmla="*/ 983411 h 1177065"/>
                                  <a:gd name="connsiteX6" fmla="*/ 146649 w 317156"/>
                                  <a:gd name="connsiteY6" fmla="*/ 241539 h 1177065"/>
                                  <a:gd name="connsiteX7" fmla="*/ 17253 w 317156"/>
                                  <a:gd name="connsiteY7" fmla="*/ 0 h 1177065"/>
                                  <a:gd name="connsiteX0" fmla="*/ 0 w 317449"/>
                                  <a:gd name="connsiteY0" fmla="*/ 60385 h 1177065"/>
                                  <a:gd name="connsiteX1" fmla="*/ 317070 w 317449"/>
                                  <a:gd name="connsiteY1" fmla="*/ 345101 h 1177065"/>
                                  <a:gd name="connsiteX2" fmla="*/ 69042 w 317449"/>
                                  <a:gd name="connsiteY2" fmla="*/ 543592 h 1177065"/>
                                  <a:gd name="connsiteX3" fmla="*/ 43132 w 317449"/>
                                  <a:gd name="connsiteY3" fmla="*/ 724619 h 1177065"/>
                                  <a:gd name="connsiteX4" fmla="*/ 25880 w 317449"/>
                                  <a:gd name="connsiteY4" fmla="*/ 1164566 h 1177065"/>
                                  <a:gd name="connsiteX5" fmla="*/ 77638 w 317449"/>
                                  <a:gd name="connsiteY5" fmla="*/ 983411 h 1177065"/>
                                  <a:gd name="connsiteX6" fmla="*/ 146649 w 317449"/>
                                  <a:gd name="connsiteY6" fmla="*/ 241539 h 1177065"/>
                                  <a:gd name="connsiteX7" fmla="*/ 17253 w 317449"/>
                                  <a:gd name="connsiteY7" fmla="*/ 0 h 1177065"/>
                                  <a:gd name="connsiteX0" fmla="*/ 0 w 147795"/>
                                  <a:gd name="connsiteY0" fmla="*/ 60385 h 1177065"/>
                                  <a:gd name="connsiteX1" fmla="*/ 109655 w 147795"/>
                                  <a:gd name="connsiteY1" fmla="*/ 310583 h 1177065"/>
                                  <a:gd name="connsiteX2" fmla="*/ 69042 w 147795"/>
                                  <a:gd name="connsiteY2" fmla="*/ 543592 h 1177065"/>
                                  <a:gd name="connsiteX3" fmla="*/ 43132 w 147795"/>
                                  <a:gd name="connsiteY3" fmla="*/ 724619 h 1177065"/>
                                  <a:gd name="connsiteX4" fmla="*/ 25880 w 147795"/>
                                  <a:gd name="connsiteY4" fmla="*/ 1164566 h 1177065"/>
                                  <a:gd name="connsiteX5" fmla="*/ 77638 w 147795"/>
                                  <a:gd name="connsiteY5" fmla="*/ 983411 h 1177065"/>
                                  <a:gd name="connsiteX6" fmla="*/ 146649 w 147795"/>
                                  <a:gd name="connsiteY6" fmla="*/ 241539 h 1177065"/>
                                  <a:gd name="connsiteX7" fmla="*/ 17253 w 147795"/>
                                  <a:gd name="connsiteY7" fmla="*/ 0 h 1177065"/>
                                  <a:gd name="connsiteX0" fmla="*/ 0 w 111482"/>
                                  <a:gd name="connsiteY0" fmla="*/ 60385 h 1176311"/>
                                  <a:gd name="connsiteX1" fmla="*/ 109655 w 111482"/>
                                  <a:gd name="connsiteY1" fmla="*/ 310583 h 1176311"/>
                                  <a:gd name="connsiteX2" fmla="*/ 69042 w 111482"/>
                                  <a:gd name="connsiteY2" fmla="*/ 543592 h 1176311"/>
                                  <a:gd name="connsiteX3" fmla="*/ 43132 w 111482"/>
                                  <a:gd name="connsiteY3" fmla="*/ 724619 h 1176311"/>
                                  <a:gd name="connsiteX4" fmla="*/ 25880 w 111482"/>
                                  <a:gd name="connsiteY4" fmla="*/ 1164566 h 1176311"/>
                                  <a:gd name="connsiteX5" fmla="*/ 77638 w 111482"/>
                                  <a:gd name="connsiteY5" fmla="*/ 983411 h 1176311"/>
                                  <a:gd name="connsiteX6" fmla="*/ 103378 w 111482"/>
                                  <a:gd name="connsiteY6" fmla="*/ 293316 h 1176311"/>
                                  <a:gd name="connsiteX7" fmla="*/ 17253 w 111482"/>
                                  <a:gd name="connsiteY7" fmla="*/ 0 h 1176311"/>
                                  <a:gd name="connsiteX0" fmla="*/ 0 w 177508"/>
                                  <a:gd name="connsiteY0" fmla="*/ 60385 h 1176311"/>
                                  <a:gd name="connsiteX1" fmla="*/ 176689 w 177508"/>
                                  <a:gd name="connsiteY1" fmla="*/ 310583 h 1176311"/>
                                  <a:gd name="connsiteX2" fmla="*/ 69042 w 177508"/>
                                  <a:gd name="connsiteY2" fmla="*/ 543592 h 1176311"/>
                                  <a:gd name="connsiteX3" fmla="*/ 43132 w 177508"/>
                                  <a:gd name="connsiteY3" fmla="*/ 724619 h 1176311"/>
                                  <a:gd name="connsiteX4" fmla="*/ 25880 w 177508"/>
                                  <a:gd name="connsiteY4" fmla="*/ 1164566 h 1176311"/>
                                  <a:gd name="connsiteX5" fmla="*/ 77638 w 177508"/>
                                  <a:gd name="connsiteY5" fmla="*/ 983411 h 1176311"/>
                                  <a:gd name="connsiteX6" fmla="*/ 103378 w 177508"/>
                                  <a:gd name="connsiteY6" fmla="*/ 293316 h 1176311"/>
                                  <a:gd name="connsiteX7" fmla="*/ 17253 w 177508"/>
                                  <a:gd name="connsiteY7" fmla="*/ 0 h 1176311"/>
                                  <a:gd name="connsiteX0" fmla="*/ 0 w 105864"/>
                                  <a:gd name="connsiteY0" fmla="*/ 60385 h 1176311"/>
                                  <a:gd name="connsiteX1" fmla="*/ 70569 w 105864"/>
                                  <a:gd name="connsiteY1" fmla="*/ 345897 h 1176311"/>
                                  <a:gd name="connsiteX2" fmla="*/ 69042 w 105864"/>
                                  <a:gd name="connsiteY2" fmla="*/ 543592 h 1176311"/>
                                  <a:gd name="connsiteX3" fmla="*/ 43132 w 105864"/>
                                  <a:gd name="connsiteY3" fmla="*/ 724619 h 1176311"/>
                                  <a:gd name="connsiteX4" fmla="*/ 25880 w 105864"/>
                                  <a:gd name="connsiteY4" fmla="*/ 1164566 h 1176311"/>
                                  <a:gd name="connsiteX5" fmla="*/ 77638 w 105864"/>
                                  <a:gd name="connsiteY5" fmla="*/ 983411 h 1176311"/>
                                  <a:gd name="connsiteX6" fmla="*/ 103378 w 105864"/>
                                  <a:gd name="connsiteY6" fmla="*/ 293316 h 1176311"/>
                                  <a:gd name="connsiteX7" fmla="*/ 17253 w 105864"/>
                                  <a:gd name="connsiteY7" fmla="*/ 0 h 1176311"/>
                                  <a:gd name="connsiteX0" fmla="*/ 0 w 141408"/>
                                  <a:gd name="connsiteY0" fmla="*/ 60385 h 1176311"/>
                                  <a:gd name="connsiteX1" fmla="*/ 70569 w 141408"/>
                                  <a:gd name="connsiteY1" fmla="*/ 345897 h 1176311"/>
                                  <a:gd name="connsiteX2" fmla="*/ 69042 w 141408"/>
                                  <a:gd name="connsiteY2" fmla="*/ 543592 h 1176311"/>
                                  <a:gd name="connsiteX3" fmla="*/ 43132 w 141408"/>
                                  <a:gd name="connsiteY3" fmla="*/ 724619 h 1176311"/>
                                  <a:gd name="connsiteX4" fmla="*/ 25880 w 141408"/>
                                  <a:gd name="connsiteY4" fmla="*/ 1164566 h 1176311"/>
                                  <a:gd name="connsiteX5" fmla="*/ 77638 w 141408"/>
                                  <a:gd name="connsiteY5" fmla="*/ 983411 h 1176311"/>
                                  <a:gd name="connsiteX6" fmla="*/ 103378 w 141408"/>
                                  <a:gd name="connsiteY6" fmla="*/ 293316 h 1176311"/>
                                  <a:gd name="connsiteX7" fmla="*/ 138282 w 141408"/>
                                  <a:gd name="connsiteY7" fmla="*/ 190694 h 1176311"/>
                                  <a:gd name="connsiteX8" fmla="*/ 17253 w 141408"/>
                                  <a:gd name="connsiteY8" fmla="*/ 0 h 1176311"/>
                                  <a:gd name="connsiteX0" fmla="*/ 0 w 141408"/>
                                  <a:gd name="connsiteY0" fmla="*/ 120418 h 1236344"/>
                                  <a:gd name="connsiteX1" fmla="*/ 70569 w 141408"/>
                                  <a:gd name="connsiteY1" fmla="*/ 405930 h 1236344"/>
                                  <a:gd name="connsiteX2" fmla="*/ 69042 w 141408"/>
                                  <a:gd name="connsiteY2" fmla="*/ 603625 h 1236344"/>
                                  <a:gd name="connsiteX3" fmla="*/ 43132 w 141408"/>
                                  <a:gd name="connsiteY3" fmla="*/ 784652 h 1236344"/>
                                  <a:gd name="connsiteX4" fmla="*/ 25880 w 141408"/>
                                  <a:gd name="connsiteY4" fmla="*/ 1224599 h 1236344"/>
                                  <a:gd name="connsiteX5" fmla="*/ 77638 w 141408"/>
                                  <a:gd name="connsiteY5" fmla="*/ 1043444 h 1236344"/>
                                  <a:gd name="connsiteX6" fmla="*/ 103378 w 141408"/>
                                  <a:gd name="connsiteY6" fmla="*/ 353349 h 1236344"/>
                                  <a:gd name="connsiteX7" fmla="*/ 138282 w 141408"/>
                                  <a:gd name="connsiteY7" fmla="*/ 250727 h 1236344"/>
                                  <a:gd name="connsiteX8" fmla="*/ 0 w 141408"/>
                                  <a:gd name="connsiteY8" fmla="*/ 0 h 1236344"/>
                                  <a:gd name="connsiteX0" fmla="*/ 0 w 149033"/>
                                  <a:gd name="connsiteY0" fmla="*/ 120418 h 1235177"/>
                                  <a:gd name="connsiteX1" fmla="*/ 70569 w 149033"/>
                                  <a:gd name="connsiteY1" fmla="*/ 405930 h 1235177"/>
                                  <a:gd name="connsiteX2" fmla="*/ 69042 w 149033"/>
                                  <a:gd name="connsiteY2" fmla="*/ 603625 h 1235177"/>
                                  <a:gd name="connsiteX3" fmla="*/ 43132 w 149033"/>
                                  <a:gd name="connsiteY3" fmla="*/ 784652 h 1235177"/>
                                  <a:gd name="connsiteX4" fmla="*/ 25880 w 149033"/>
                                  <a:gd name="connsiteY4" fmla="*/ 1224599 h 1235177"/>
                                  <a:gd name="connsiteX5" fmla="*/ 77638 w 149033"/>
                                  <a:gd name="connsiteY5" fmla="*/ 1043444 h 1235177"/>
                                  <a:gd name="connsiteX6" fmla="*/ 141408 w 149033"/>
                                  <a:gd name="connsiteY6" fmla="*/ 445189 h 1235177"/>
                                  <a:gd name="connsiteX7" fmla="*/ 138282 w 149033"/>
                                  <a:gd name="connsiteY7" fmla="*/ 250727 h 1235177"/>
                                  <a:gd name="connsiteX8" fmla="*/ 0 w 149033"/>
                                  <a:gd name="connsiteY8" fmla="*/ 0 h 1235177"/>
                                  <a:gd name="connsiteX0" fmla="*/ 0 w 149033"/>
                                  <a:gd name="connsiteY0" fmla="*/ 120418 h 1235177"/>
                                  <a:gd name="connsiteX1" fmla="*/ 95607 w 149033"/>
                                  <a:gd name="connsiteY1" fmla="*/ 300118 h 1235177"/>
                                  <a:gd name="connsiteX2" fmla="*/ 70569 w 149033"/>
                                  <a:gd name="connsiteY2" fmla="*/ 405930 h 1235177"/>
                                  <a:gd name="connsiteX3" fmla="*/ 69042 w 149033"/>
                                  <a:gd name="connsiteY3" fmla="*/ 603625 h 1235177"/>
                                  <a:gd name="connsiteX4" fmla="*/ 43132 w 149033"/>
                                  <a:gd name="connsiteY4" fmla="*/ 784652 h 1235177"/>
                                  <a:gd name="connsiteX5" fmla="*/ 25880 w 149033"/>
                                  <a:gd name="connsiteY5" fmla="*/ 1224599 h 1235177"/>
                                  <a:gd name="connsiteX6" fmla="*/ 77638 w 149033"/>
                                  <a:gd name="connsiteY6" fmla="*/ 1043444 h 1235177"/>
                                  <a:gd name="connsiteX7" fmla="*/ 141408 w 149033"/>
                                  <a:gd name="connsiteY7" fmla="*/ 445189 h 1235177"/>
                                  <a:gd name="connsiteX8" fmla="*/ 138282 w 149033"/>
                                  <a:gd name="connsiteY8" fmla="*/ 250727 h 1235177"/>
                                  <a:gd name="connsiteX9" fmla="*/ 0 w 149033"/>
                                  <a:gd name="connsiteY9" fmla="*/ 0 h 1235177"/>
                                  <a:gd name="connsiteX0" fmla="*/ 0 w 149033"/>
                                  <a:gd name="connsiteY0" fmla="*/ 120418 h 1235177"/>
                                  <a:gd name="connsiteX1" fmla="*/ 95607 w 149033"/>
                                  <a:gd name="connsiteY1" fmla="*/ 300118 h 1235177"/>
                                  <a:gd name="connsiteX2" fmla="*/ 84733 w 149033"/>
                                  <a:gd name="connsiteY2" fmla="*/ 469484 h 1235177"/>
                                  <a:gd name="connsiteX3" fmla="*/ 69042 w 149033"/>
                                  <a:gd name="connsiteY3" fmla="*/ 603625 h 1235177"/>
                                  <a:gd name="connsiteX4" fmla="*/ 43132 w 149033"/>
                                  <a:gd name="connsiteY4" fmla="*/ 784652 h 1235177"/>
                                  <a:gd name="connsiteX5" fmla="*/ 25880 w 149033"/>
                                  <a:gd name="connsiteY5" fmla="*/ 1224599 h 1235177"/>
                                  <a:gd name="connsiteX6" fmla="*/ 77638 w 149033"/>
                                  <a:gd name="connsiteY6" fmla="*/ 1043444 h 1235177"/>
                                  <a:gd name="connsiteX7" fmla="*/ 141408 w 149033"/>
                                  <a:gd name="connsiteY7" fmla="*/ 445189 h 1235177"/>
                                  <a:gd name="connsiteX8" fmla="*/ 138282 w 149033"/>
                                  <a:gd name="connsiteY8" fmla="*/ 250727 h 1235177"/>
                                  <a:gd name="connsiteX9" fmla="*/ 0 w 149033"/>
                                  <a:gd name="connsiteY9" fmla="*/ 0 h 1235177"/>
                                  <a:gd name="connsiteX0" fmla="*/ 597 w 149630"/>
                                  <a:gd name="connsiteY0" fmla="*/ 120418 h 1199433"/>
                                  <a:gd name="connsiteX1" fmla="*/ 96204 w 149630"/>
                                  <a:gd name="connsiteY1" fmla="*/ 300118 h 1199433"/>
                                  <a:gd name="connsiteX2" fmla="*/ 85330 w 149630"/>
                                  <a:gd name="connsiteY2" fmla="*/ 469484 h 1199433"/>
                                  <a:gd name="connsiteX3" fmla="*/ 69639 w 149630"/>
                                  <a:gd name="connsiteY3" fmla="*/ 603625 h 1199433"/>
                                  <a:gd name="connsiteX4" fmla="*/ 43729 w 149630"/>
                                  <a:gd name="connsiteY4" fmla="*/ 784652 h 1199433"/>
                                  <a:gd name="connsiteX5" fmla="*/ 597 w 149630"/>
                                  <a:gd name="connsiteY5" fmla="*/ 1185760 h 1199433"/>
                                  <a:gd name="connsiteX6" fmla="*/ 78235 w 149630"/>
                                  <a:gd name="connsiteY6" fmla="*/ 1043444 h 1199433"/>
                                  <a:gd name="connsiteX7" fmla="*/ 142005 w 149630"/>
                                  <a:gd name="connsiteY7" fmla="*/ 445189 h 1199433"/>
                                  <a:gd name="connsiteX8" fmla="*/ 138879 w 149630"/>
                                  <a:gd name="connsiteY8" fmla="*/ 250727 h 1199433"/>
                                  <a:gd name="connsiteX9" fmla="*/ 597 w 149630"/>
                                  <a:gd name="connsiteY9" fmla="*/ 0 h 1199433"/>
                                  <a:gd name="connsiteX0" fmla="*/ 21 w 149054"/>
                                  <a:gd name="connsiteY0" fmla="*/ 120418 h 1211691"/>
                                  <a:gd name="connsiteX1" fmla="*/ 95628 w 149054"/>
                                  <a:gd name="connsiteY1" fmla="*/ 300118 h 1211691"/>
                                  <a:gd name="connsiteX2" fmla="*/ 84754 w 149054"/>
                                  <a:gd name="connsiteY2" fmla="*/ 469484 h 1211691"/>
                                  <a:gd name="connsiteX3" fmla="*/ 69063 w 149054"/>
                                  <a:gd name="connsiteY3" fmla="*/ 603625 h 1211691"/>
                                  <a:gd name="connsiteX4" fmla="*/ 43153 w 149054"/>
                                  <a:gd name="connsiteY4" fmla="*/ 784652 h 1211691"/>
                                  <a:gd name="connsiteX5" fmla="*/ 21 w 149054"/>
                                  <a:gd name="connsiteY5" fmla="*/ 1185760 h 1211691"/>
                                  <a:gd name="connsiteX6" fmla="*/ 48851 w 149054"/>
                                  <a:gd name="connsiteY6" fmla="*/ 1158005 h 1211691"/>
                                  <a:gd name="connsiteX7" fmla="*/ 77659 w 149054"/>
                                  <a:gd name="connsiteY7" fmla="*/ 1043444 h 1211691"/>
                                  <a:gd name="connsiteX8" fmla="*/ 141429 w 149054"/>
                                  <a:gd name="connsiteY8" fmla="*/ 445189 h 1211691"/>
                                  <a:gd name="connsiteX9" fmla="*/ 138303 w 149054"/>
                                  <a:gd name="connsiteY9" fmla="*/ 250727 h 1211691"/>
                                  <a:gd name="connsiteX10" fmla="*/ 21 w 149054"/>
                                  <a:gd name="connsiteY10" fmla="*/ 0 h 1211691"/>
                                  <a:gd name="connsiteX0" fmla="*/ 61 w 149094"/>
                                  <a:gd name="connsiteY0" fmla="*/ 120418 h 1224795"/>
                                  <a:gd name="connsiteX1" fmla="*/ 95668 w 149094"/>
                                  <a:gd name="connsiteY1" fmla="*/ 300118 h 1224795"/>
                                  <a:gd name="connsiteX2" fmla="*/ 84794 w 149094"/>
                                  <a:gd name="connsiteY2" fmla="*/ 469484 h 1224795"/>
                                  <a:gd name="connsiteX3" fmla="*/ 69103 w 149094"/>
                                  <a:gd name="connsiteY3" fmla="*/ 603625 h 1224795"/>
                                  <a:gd name="connsiteX4" fmla="*/ 43193 w 149094"/>
                                  <a:gd name="connsiteY4" fmla="*/ 784652 h 1224795"/>
                                  <a:gd name="connsiteX5" fmla="*/ 61 w 149094"/>
                                  <a:gd name="connsiteY5" fmla="*/ 1185760 h 1224795"/>
                                  <a:gd name="connsiteX6" fmla="*/ 34725 w 149094"/>
                                  <a:gd name="connsiteY6" fmla="*/ 1193313 h 1224795"/>
                                  <a:gd name="connsiteX7" fmla="*/ 77699 w 149094"/>
                                  <a:gd name="connsiteY7" fmla="*/ 1043444 h 1224795"/>
                                  <a:gd name="connsiteX8" fmla="*/ 141469 w 149094"/>
                                  <a:gd name="connsiteY8" fmla="*/ 445189 h 1224795"/>
                                  <a:gd name="connsiteX9" fmla="*/ 138343 w 149094"/>
                                  <a:gd name="connsiteY9" fmla="*/ 250727 h 1224795"/>
                                  <a:gd name="connsiteX10" fmla="*/ 61 w 149094"/>
                                  <a:gd name="connsiteY10" fmla="*/ 0 h 1224795"/>
                                  <a:gd name="connsiteX0" fmla="*/ 122 w 149155"/>
                                  <a:gd name="connsiteY0" fmla="*/ 120418 h 1229252"/>
                                  <a:gd name="connsiteX1" fmla="*/ 95729 w 149155"/>
                                  <a:gd name="connsiteY1" fmla="*/ 300118 h 1229252"/>
                                  <a:gd name="connsiteX2" fmla="*/ 84855 w 149155"/>
                                  <a:gd name="connsiteY2" fmla="*/ 469484 h 1229252"/>
                                  <a:gd name="connsiteX3" fmla="*/ 69164 w 149155"/>
                                  <a:gd name="connsiteY3" fmla="*/ 603625 h 1229252"/>
                                  <a:gd name="connsiteX4" fmla="*/ 43254 w 149155"/>
                                  <a:gd name="connsiteY4" fmla="*/ 784652 h 1229252"/>
                                  <a:gd name="connsiteX5" fmla="*/ 61 w 149155"/>
                                  <a:gd name="connsiteY5" fmla="*/ 1192824 h 1229252"/>
                                  <a:gd name="connsiteX6" fmla="*/ 34786 w 149155"/>
                                  <a:gd name="connsiteY6" fmla="*/ 1193313 h 1229252"/>
                                  <a:gd name="connsiteX7" fmla="*/ 77760 w 149155"/>
                                  <a:gd name="connsiteY7" fmla="*/ 1043444 h 1229252"/>
                                  <a:gd name="connsiteX8" fmla="*/ 141530 w 149155"/>
                                  <a:gd name="connsiteY8" fmla="*/ 445189 h 1229252"/>
                                  <a:gd name="connsiteX9" fmla="*/ 138404 w 149155"/>
                                  <a:gd name="connsiteY9" fmla="*/ 250727 h 1229252"/>
                                  <a:gd name="connsiteX10" fmla="*/ 122 w 149155"/>
                                  <a:gd name="connsiteY10" fmla="*/ 0 h 1229252"/>
                                  <a:gd name="connsiteX0" fmla="*/ 97 w 149130"/>
                                  <a:gd name="connsiteY0" fmla="*/ 120418 h 1216030"/>
                                  <a:gd name="connsiteX1" fmla="*/ 95704 w 149130"/>
                                  <a:gd name="connsiteY1" fmla="*/ 300118 h 1216030"/>
                                  <a:gd name="connsiteX2" fmla="*/ 84830 w 149130"/>
                                  <a:gd name="connsiteY2" fmla="*/ 469484 h 1216030"/>
                                  <a:gd name="connsiteX3" fmla="*/ 69139 w 149130"/>
                                  <a:gd name="connsiteY3" fmla="*/ 603625 h 1216030"/>
                                  <a:gd name="connsiteX4" fmla="*/ 29053 w 149130"/>
                                  <a:gd name="connsiteY4" fmla="*/ 971850 h 1216030"/>
                                  <a:gd name="connsiteX5" fmla="*/ 36 w 149130"/>
                                  <a:gd name="connsiteY5" fmla="*/ 1192824 h 1216030"/>
                                  <a:gd name="connsiteX6" fmla="*/ 34761 w 149130"/>
                                  <a:gd name="connsiteY6" fmla="*/ 1193313 h 1216030"/>
                                  <a:gd name="connsiteX7" fmla="*/ 77735 w 149130"/>
                                  <a:gd name="connsiteY7" fmla="*/ 1043444 h 1216030"/>
                                  <a:gd name="connsiteX8" fmla="*/ 141505 w 149130"/>
                                  <a:gd name="connsiteY8" fmla="*/ 445189 h 1216030"/>
                                  <a:gd name="connsiteX9" fmla="*/ 138379 w 149130"/>
                                  <a:gd name="connsiteY9" fmla="*/ 250727 h 1216030"/>
                                  <a:gd name="connsiteX10" fmla="*/ 97 w 149130"/>
                                  <a:gd name="connsiteY10" fmla="*/ 0 h 1216030"/>
                                  <a:gd name="connsiteX0" fmla="*/ 97 w 150067"/>
                                  <a:gd name="connsiteY0" fmla="*/ 120418 h 1216030"/>
                                  <a:gd name="connsiteX1" fmla="*/ 95704 w 150067"/>
                                  <a:gd name="connsiteY1" fmla="*/ 300118 h 1216030"/>
                                  <a:gd name="connsiteX2" fmla="*/ 84830 w 150067"/>
                                  <a:gd name="connsiteY2" fmla="*/ 469484 h 1216030"/>
                                  <a:gd name="connsiteX3" fmla="*/ 69139 w 150067"/>
                                  <a:gd name="connsiteY3" fmla="*/ 603625 h 1216030"/>
                                  <a:gd name="connsiteX4" fmla="*/ 29053 w 150067"/>
                                  <a:gd name="connsiteY4" fmla="*/ 971850 h 1216030"/>
                                  <a:gd name="connsiteX5" fmla="*/ 36 w 150067"/>
                                  <a:gd name="connsiteY5" fmla="*/ 1192824 h 1216030"/>
                                  <a:gd name="connsiteX6" fmla="*/ 34761 w 150067"/>
                                  <a:gd name="connsiteY6" fmla="*/ 1193313 h 1216030"/>
                                  <a:gd name="connsiteX7" fmla="*/ 63562 w 150067"/>
                                  <a:gd name="connsiteY7" fmla="*/ 1009728 h 1216030"/>
                                  <a:gd name="connsiteX8" fmla="*/ 141505 w 150067"/>
                                  <a:gd name="connsiteY8" fmla="*/ 445189 h 1216030"/>
                                  <a:gd name="connsiteX9" fmla="*/ 138379 w 150067"/>
                                  <a:gd name="connsiteY9" fmla="*/ 250727 h 1216030"/>
                                  <a:gd name="connsiteX10" fmla="*/ 97 w 150067"/>
                                  <a:gd name="connsiteY10" fmla="*/ 0 h 12160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50067" h="1216030">
                                    <a:moveTo>
                                      <a:pt x="97" y="120418"/>
                                    </a:moveTo>
                                    <a:cubicBezTo>
                                      <a:pt x="10720" y="163903"/>
                                      <a:pt x="83943" y="252533"/>
                                      <a:pt x="95704" y="300118"/>
                                    </a:cubicBezTo>
                                    <a:cubicBezTo>
                                      <a:pt x="107465" y="347703"/>
                                      <a:pt x="89258" y="418900"/>
                                      <a:pt x="84830" y="469484"/>
                                    </a:cubicBezTo>
                                    <a:cubicBezTo>
                                      <a:pt x="80403" y="520069"/>
                                      <a:pt x="74881" y="533181"/>
                                      <a:pt x="69139" y="603625"/>
                                    </a:cubicBezTo>
                                    <a:cubicBezTo>
                                      <a:pt x="63397" y="674069"/>
                                      <a:pt x="40570" y="873650"/>
                                      <a:pt x="29053" y="971850"/>
                                    </a:cubicBezTo>
                                    <a:cubicBezTo>
                                      <a:pt x="17536" y="1070050"/>
                                      <a:pt x="-915" y="1155914"/>
                                      <a:pt x="36" y="1192824"/>
                                    </a:cubicBezTo>
                                    <a:cubicBezTo>
                                      <a:pt x="987" y="1229734"/>
                                      <a:pt x="21821" y="1217032"/>
                                      <a:pt x="34761" y="1193313"/>
                                    </a:cubicBezTo>
                                    <a:cubicBezTo>
                                      <a:pt x="47701" y="1169594"/>
                                      <a:pt x="45771" y="1134415"/>
                                      <a:pt x="63562" y="1009728"/>
                                    </a:cubicBezTo>
                                    <a:cubicBezTo>
                                      <a:pt x="81353" y="885041"/>
                                      <a:pt x="129036" y="571689"/>
                                      <a:pt x="141505" y="445189"/>
                                    </a:cubicBezTo>
                                    <a:cubicBezTo>
                                      <a:pt x="153974" y="318689"/>
                                      <a:pt x="152733" y="299613"/>
                                      <a:pt x="138379" y="250727"/>
                                    </a:cubicBezTo>
                                    <a:cubicBezTo>
                                      <a:pt x="124025" y="201841"/>
                                      <a:pt x="14359" y="46496"/>
                                      <a:pt x="97" y="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47" o:spid="_x0000_s1026" style="position:absolute;margin-left:286.85pt;margin-top:250.65pt;width:11.8pt;height:95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50067,1216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" path="m97,120418v10623,43485,83846,132115,95607,179700c107465,347703,89258,418900,84830,469484v-4427,50585,-9949,63697,-15691,134141c63397,674069,40570,873650,29053,971850,17536,1070050,-915,1155914,36,1192824v951,36910,21785,24208,34725,489c47701,1169594,45771,1134415,63562,1009728,81353,885041,129036,571689,141505,445189,153974,318689,152733,299613,138379,250727,124025,201841,14359,46496,97,e" filled="f" strokecolor="#7f7f7f [1612]" strokeweight="1pt">
                      <v:stroke joinstyle="miter"/>
                      <v:path arrowok="t" o:connecttype="custom" o:connectlocs="97,120418;95704,300118;84830,469484;69139,603625;29053,971850;36,1192824;34761,1193313;63562,1009728;141505,445189;138379,250727;97,0" o:connectangles="0,0,0,0,0,0,0,0,0,0,0"/>
                    </v:shape>
                  </w:pict>
                </mc:Fallback>
              </mc:AlternateContent>
            </w:r>
            <w:r w:rsidR="008715B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33C6D5E9" wp14:editId="6E092D33">
                      <wp:simplePos x="0" y="0"/>
                      <wp:positionH relativeFrom="column">
                        <wp:posOffset>2957195</wp:posOffset>
                      </wp:positionH>
                      <wp:positionV relativeFrom="paragraph">
                        <wp:posOffset>4316095</wp:posOffset>
                      </wp:positionV>
                      <wp:extent cx="80645" cy="263525"/>
                      <wp:effectExtent l="11430" t="10160" r="12700" b="12065"/>
                      <wp:wrapNone/>
                      <wp:docPr id="137" name="Freeform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0645" cy="263525"/>
                              </a:xfrm>
                              <a:custGeom>
                                <a:avLst/>
                                <a:gdLst>
                                  <a:gd name="T0" fmla="*/ 0 w 127"/>
                                  <a:gd name="T1" fmla="*/ 114 h 415"/>
                                  <a:gd name="T2" fmla="*/ 37 w 127"/>
                                  <a:gd name="T3" fmla="*/ 310 h 415"/>
                                  <a:gd name="T4" fmla="*/ 124 w 127"/>
                                  <a:gd name="T5" fmla="*/ 381 h 415"/>
                                  <a:gd name="T6" fmla="*/ 56 w 127"/>
                                  <a:gd name="T7" fmla="*/ 104 h 415"/>
                                  <a:gd name="T8" fmla="*/ 9 w 127"/>
                                  <a:gd name="T9" fmla="*/ 2 h 415"/>
                                  <a:gd name="T10" fmla="*/ 0 w 127"/>
                                  <a:gd name="T11" fmla="*/ 114 h 4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27" h="415">
                                    <a:moveTo>
                                      <a:pt x="0" y="114"/>
                                    </a:moveTo>
                                    <a:cubicBezTo>
                                      <a:pt x="9" y="173"/>
                                      <a:pt x="16" y="266"/>
                                      <a:pt x="37" y="310"/>
                                    </a:cubicBezTo>
                                    <a:cubicBezTo>
                                      <a:pt x="58" y="354"/>
                                      <a:pt x="121" y="415"/>
                                      <a:pt x="124" y="381"/>
                                    </a:cubicBezTo>
                                    <a:cubicBezTo>
                                      <a:pt x="127" y="347"/>
                                      <a:pt x="75" y="167"/>
                                      <a:pt x="56" y="104"/>
                                    </a:cubicBezTo>
                                    <a:cubicBezTo>
                                      <a:pt x="37" y="41"/>
                                      <a:pt x="18" y="0"/>
                                      <a:pt x="9" y="2"/>
                                    </a:cubicBezTo>
                                    <a:cubicBezTo>
                                      <a:pt x="0" y="4"/>
                                      <a:pt x="2" y="91"/>
                                      <a:pt x="0" y="11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41" o:spid="_x0000_s1026" style="position:absolute;margin-left:232.85pt;margin-top:339.85pt;width:6.35pt;height:20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7,4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" path="m,114v9,59,16,152,37,196c58,354,121,415,124,381,127,347,75,167,56,104,37,41,18,,9,2,,4,2,91,,114xe" fillcolor="#0d0d0d [3069]" strokecolor="#0d0d0d [3069]">
                      <v:path arrowok="t" o:connecttype="custom" o:connectlocs="0,72390;23495,196850;78740,241935;35560,66040;5715,1270;0,72390" o:connectangles="0,0,0,0,0,0"/>
                    </v:shape>
                  </w:pict>
                </mc:Fallback>
              </mc:AlternateContent>
            </w:r>
            <w:r w:rsidR="008715B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7117EA65" wp14:editId="3D88220C">
                      <wp:simplePos x="0" y="0"/>
                      <wp:positionH relativeFrom="column">
                        <wp:posOffset>2753360</wp:posOffset>
                      </wp:positionH>
                      <wp:positionV relativeFrom="paragraph">
                        <wp:posOffset>3321685</wp:posOffset>
                      </wp:positionV>
                      <wp:extent cx="156210" cy="1137285"/>
                      <wp:effectExtent l="7620" t="6350" r="7620" b="8890"/>
                      <wp:wrapNone/>
                      <wp:docPr id="135" name="Freeform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6210" cy="1137285"/>
                              </a:xfrm>
                              <a:custGeom>
                                <a:avLst/>
                                <a:gdLst>
                                  <a:gd name="T0" fmla="*/ 183 w 246"/>
                                  <a:gd name="T1" fmla="*/ 2 h 1791"/>
                                  <a:gd name="T2" fmla="*/ 115 w 246"/>
                                  <a:gd name="T3" fmla="*/ 62 h 1791"/>
                                  <a:gd name="T4" fmla="*/ 3 w 246"/>
                                  <a:gd name="T5" fmla="*/ 361 h 1791"/>
                                  <a:gd name="T6" fmla="*/ 96 w 246"/>
                                  <a:gd name="T7" fmla="*/ 1101 h 1791"/>
                                  <a:gd name="T8" fmla="*/ 183 w 246"/>
                                  <a:gd name="T9" fmla="*/ 1755 h 1791"/>
                                  <a:gd name="T10" fmla="*/ 183 w 246"/>
                                  <a:gd name="T11" fmla="*/ 1315 h 1791"/>
                                  <a:gd name="T12" fmla="*/ 68 w 246"/>
                                  <a:gd name="T13" fmla="*/ 427 h 1791"/>
                                  <a:gd name="T14" fmla="*/ 162 w 246"/>
                                  <a:gd name="T15" fmla="*/ 184 h 1791"/>
                                  <a:gd name="T16" fmla="*/ 243 w 246"/>
                                  <a:gd name="T17" fmla="*/ 71 h 1791"/>
                                  <a:gd name="T18" fmla="*/ 183 w 246"/>
                                  <a:gd name="T19" fmla="*/ 2 h 179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246" h="1791">
                                    <a:moveTo>
                                      <a:pt x="183" y="2"/>
                                    </a:moveTo>
                                    <a:cubicBezTo>
                                      <a:pt x="162" y="0"/>
                                      <a:pt x="145" y="2"/>
                                      <a:pt x="115" y="62"/>
                                    </a:cubicBezTo>
                                    <a:cubicBezTo>
                                      <a:pt x="85" y="122"/>
                                      <a:pt x="6" y="188"/>
                                      <a:pt x="3" y="361"/>
                                    </a:cubicBezTo>
                                    <a:cubicBezTo>
                                      <a:pt x="0" y="534"/>
                                      <a:pt x="66" y="869"/>
                                      <a:pt x="96" y="1101"/>
                                    </a:cubicBezTo>
                                    <a:cubicBezTo>
                                      <a:pt x="126" y="1333"/>
                                      <a:pt x="169" y="1719"/>
                                      <a:pt x="183" y="1755"/>
                                    </a:cubicBezTo>
                                    <a:cubicBezTo>
                                      <a:pt x="197" y="1791"/>
                                      <a:pt x="202" y="1536"/>
                                      <a:pt x="183" y="1315"/>
                                    </a:cubicBezTo>
                                    <a:cubicBezTo>
                                      <a:pt x="164" y="1094"/>
                                      <a:pt x="71" y="615"/>
                                      <a:pt x="68" y="427"/>
                                    </a:cubicBezTo>
                                    <a:cubicBezTo>
                                      <a:pt x="65" y="239"/>
                                      <a:pt x="133" y="243"/>
                                      <a:pt x="162" y="184"/>
                                    </a:cubicBezTo>
                                    <a:cubicBezTo>
                                      <a:pt x="191" y="125"/>
                                      <a:pt x="240" y="101"/>
                                      <a:pt x="243" y="71"/>
                                    </a:cubicBezTo>
                                    <a:cubicBezTo>
                                      <a:pt x="246" y="41"/>
                                      <a:pt x="203" y="13"/>
                                      <a:pt x="183" y="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bg1">
                                    <a:lumMod val="5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7" o:spid="_x0000_s1026" style="position:absolute;margin-left:216.8pt;margin-top:261.55pt;width:12.3pt;height:89.5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6,1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" path="m183,2c162,,145,2,115,62,85,122,6,188,3,361,,534,66,869,96,1101v30,232,73,618,87,654c197,1791,202,1536,183,1315,164,1094,71,615,68,427,65,239,133,243,162,184v29,-59,78,-83,81,-113c246,41,203,13,183,2xe" fillcolor="#7f7f7f [1612]" strokecolor="#7f7f7f [1612]">
                      <v:path arrowok="t" o:connecttype="custom" o:connectlocs="116205,1270;73025,39370;1905,229235;60960,699135;116205,1114425;116205,835025;43180,271145;102870,116840;154305,45085;116205,1270" o:connectangles="0,0,0,0,0,0,0,0,0,0"/>
                    </v:shape>
                  </w:pict>
                </mc:Fallback>
              </mc:AlternateContent>
            </w:r>
            <w:r w:rsidR="008715B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2A8EFBDB" wp14:editId="4A60BDB3">
                      <wp:simplePos x="0" y="0"/>
                      <wp:positionH relativeFrom="column">
                        <wp:posOffset>2942590</wp:posOffset>
                      </wp:positionH>
                      <wp:positionV relativeFrom="paragraph">
                        <wp:posOffset>4286885</wp:posOffset>
                      </wp:positionV>
                      <wp:extent cx="123825" cy="444500"/>
                      <wp:effectExtent l="6350" t="9525" r="12700" b="12700"/>
                      <wp:wrapNone/>
                      <wp:docPr id="134" name="Freeform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825" cy="444500"/>
                              </a:xfrm>
                              <a:custGeom>
                                <a:avLst/>
                                <a:gdLst>
                                  <a:gd name="T0" fmla="*/ 5 w 195"/>
                                  <a:gd name="T1" fmla="*/ 0 h 700"/>
                                  <a:gd name="T2" fmla="*/ 25 w 195"/>
                                  <a:gd name="T3" fmla="*/ 381 h 700"/>
                                  <a:gd name="T4" fmla="*/ 75 w 195"/>
                                  <a:gd name="T5" fmla="*/ 519 h 700"/>
                                  <a:gd name="T6" fmla="*/ 155 w 195"/>
                                  <a:gd name="T7" fmla="*/ 650 h 700"/>
                                  <a:gd name="T8" fmla="*/ 185 w 195"/>
                                  <a:gd name="T9" fmla="*/ 680 h 700"/>
                                  <a:gd name="T10" fmla="*/ 195 w 195"/>
                                  <a:gd name="T11" fmla="*/ 700 h 7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95" h="700">
                                    <a:moveTo>
                                      <a:pt x="5" y="0"/>
                                    </a:moveTo>
                                    <a:cubicBezTo>
                                      <a:pt x="23" y="127"/>
                                      <a:pt x="0" y="256"/>
                                      <a:pt x="25" y="381"/>
                                    </a:cubicBezTo>
                                    <a:cubicBezTo>
                                      <a:pt x="39" y="452"/>
                                      <a:pt x="22" y="466"/>
                                      <a:pt x="75" y="519"/>
                                    </a:cubicBezTo>
                                    <a:cubicBezTo>
                                      <a:pt x="76" y="524"/>
                                      <a:pt x="149" y="641"/>
                                      <a:pt x="155" y="650"/>
                                    </a:cubicBezTo>
                                    <a:cubicBezTo>
                                      <a:pt x="163" y="662"/>
                                      <a:pt x="176" y="669"/>
                                      <a:pt x="185" y="680"/>
                                    </a:cubicBezTo>
                                    <a:cubicBezTo>
                                      <a:pt x="190" y="686"/>
                                      <a:pt x="192" y="693"/>
                                      <a:pt x="195" y="70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4" o:spid="_x0000_s1026" style="position:absolute;margin-left:231.7pt;margin-top:337.55pt;width:9.75pt;height:3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5,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" path="m5,c23,127,,256,25,381v14,71,-3,85,50,138c76,524,149,641,155,650v8,12,21,19,30,30c190,686,192,693,195,700e" filled="f" strokecolor="red">
                      <v:path arrowok="t" o:connecttype="custom" o:connectlocs="3175,0;15875,241935;47625,329565;98425,412750;117475,431800;123825,444500" o:connectangles="0,0,0,0,0,0"/>
                    </v:shape>
                  </w:pict>
                </mc:Fallback>
              </mc:AlternateContent>
            </w:r>
            <w:r w:rsidR="008715B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C5A5E41" wp14:editId="31DEE8D6">
                      <wp:simplePos x="0" y="0"/>
                      <wp:positionH relativeFrom="column">
                        <wp:posOffset>3048000</wp:posOffset>
                      </wp:positionH>
                      <wp:positionV relativeFrom="paragraph">
                        <wp:posOffset>4191635</wp:posOffset>
                      </wp:positionV>
                      <wp:extent cx="50165" cy="486410"/>
                      <wp:effectExtent l="6985" t="9525" r="9525" b="8890"/>
                      <wp:wrapNone/>
                      <wp:docPr id="133" name="Freeform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0165" cy="486410"/>
                              </a:xfrm>
                              <a:custGeom>
                                <a:avLst/>
                                <a:gdLst>
                                  <a:gd name="T0" fmla="*/ 9 w 79"/>
                                  <a:gd name="T1" fmla="*/ 0 h 766"/>
                                  <a:gd name="T2" fmla="*/ 28 w 79"/>
                                  <a:gd name="T3" fmla="*/ 112 h 766"/>
                                  <a:gd name="T4" fmla="*/ 28 w 79"/>
                                  <a:gd name="T5" fmla="*/ 237 h 766"/>
                                  <a:gd name="T6" fmla="*/ 9 w 79"/>
                                  <a:gd name="T7" fmla="*/ 380 h 766"/>
                                  <a:gd name="T8" fmla="*/ 29 w 79"/>
                                  <a:gd name="T9" fmla="*/ 430 h 766"/>
                                  <a:gd name="T10" fmla="*/ 49 w 79"/>
                                  <a:gd name="T11" fmla="*/ 490 h 766"/>
                                  <a:gd name="T12" fmla="*/ 79 w 79"/>
                                  <a:gd name="T13" fmla="*/ 730 h 7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79" h="766">
                                    <a:moveTo>
                                      <a:pt x="9" y="0"/>
                                    </a:moveTo>
                                    <a:cubicBezTo>
                                      <a:pt x="0" y="45"/>
                                      <a:pt x="42" y="71"/>
                                      <a:pt x="28" y="112"/>
                                    </a:cubicBezTo>
                                    <a:cubicBezTo>
                                      <a:pt x="31" y="189"/>
                                      <a:pt x="17" y="161"/>
                                      <a:pt x="28" y="237"/>
                                    </a:cubicBezTo>
                                    <a:cubicBezTo>
                                      <a:pt x="30" y="253"/>
                                      <a:pt x="1" y="365"/>
                                      <a:pt x="9" y="380"/>
                                    </a:cubicBezTo>
                                    <a:cubicBezTo>
                                      <a:pt x="18" y="396"/>
                                      <a:pt x="23" y="413"/>
                                      <a:pt x="29" y="430"/>
                                    </a:cubicBezTo>
                                    <a:cubicBezTo>
                                      <a:pt x="36" y="450"/>
                                      <a:pt x="49" y="490"/>
                                      <a:pt x="49" y="490"/>
                                    </a:cubicBezTo>
                                    <a:cubicBezTo>
                                      <a:pt x="55" y="540"/>
                                      <a:pt x="43" y="766"/>
                                      <a:pt x="79" y="73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3" o:spid="_x0000_s1026" style="position:absolute;margin-left:240pt;margin-top:330.05pt;width:3.95pt;height:38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9,7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" path="m9,c,45,42,71,28,112v3,77,-11,49,,125c30,253,1,365,9,380v9,16,14,33,20,50c36,450,49,490,49,490v6,50,-6,276,30,240e" filled="f" strokecolor="red">
                      <v:path arrowok="t" o:connecttype="custom" o:connectlocs="5715,0;17780,71120;17780,150495;5715,241300;18415,273050;31115,311150;50165,463550" o:connectangles="0,0,0,0,0,0,0"/>
                    </v:shape>
                  </w:pict>
                </mc:Fallback>
              </mc:AlternateContent>
            </w:r>
            <w:r w:rsidR="008715B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4F9731EF" wp14:editId="76636FA5">
                      <wp:simplePos x="0" y="0"/>
                      <wp:positionH relativeFrom="column">
                        <wp:posOffset>2945765</wp:posOffset>
                      </wp:positionH>
                      <wp:positionV relativeFrom="paragraph">
                        <wp:posOffset>3322955</wp:posOffset>
                      </wp:positionV>
                      <wp:extent cx="90170" cy="1235075"/>
                      <wp:effectExtent l="9525" t="7620" r="5080" b="5080"/>
                      <wp:wrapNone/>
                      <wp:docPr id="132" name="Freeform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1235075"/>
                              </a:xfrm>
                              <a:custGeom>
                                <a:avLst/>
                                <a:gdLst>
                                  <a:gd name="T0" fmla="*/ 0 w 142"/>
                                  <a:gd name="T1" fmla="*/ 0 h 1945"/>
                                  <a:gd name="T2" fmla="*/ 70 w 142"/>
                                  <a:gd name="T3" fmla="*/ 618 h 1945"/>
                                  <a:gd name="T4" fmla="*/ 88 w 142"/>
                                  <a:gd name="T5" fmla="*/ 1248 h 1945"/>
                                  <a:gd name="T6" fmla="*/ 50 w 142"/>
                                  <a:gd name="T7" fmla="*/ 1668 h 1945"/>
                                  <a:gd name="T8" fmla="*/ 129 w 142"/>
                                  <a:gd name="T9" fmla="*/ 1938 h 1945"/>
                                  <a:gd name="T10" fmla="*/ 129 w 142"/>
                                  <a:gd name="T11" fmla="*/ 1708 h 1945"/>
                                  <a:gd name="T12" fmla="*/ 129 w 142"/>
                                  <a:gd name="T13" fmla="*/ 1099 h 1945"/>
                                  <a:gd name="T14" fmla="*/ 60 w 142"/>
                                  <a:gd name="T15" fmla="*/ 0 h 19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42" h="1945">
                                    <a:moveTo>
                                      <a:pt x="0" y="0"/>
                                    </a:moveTo>
                                    <a:cubicBezTo>
                                      <a:pt x="24" y="204"/>
                                      <a:pt x="55" y="410"/>
                                      <a:pt x="70" y="618"/>
                                    </a:cubicBezTo>
                                    <a:cubicBezTo>
                                      <a:pt x="85" y="826"/>
                                      <a:pt x="91" y="1073"/>
                                      <a:pt x="88" y="1248"/>
                                    </a:cubicBezTo>
                                    <a:cubicBezTo>
                                      <a:pt x="85" y="1423"/>
                                      <a:pt x="43" y="1553"/>
                                      <a:pt x="50" y="1668"/>
                                    </a:cubicBezTo>
                                    <a:cubicBezTo>
                                      <a:pt x="57" y="1783"/>
                                      <a:pt x="116" y="1931"/>
                                      <a:pt x="129" y="1938"/>
                                    </a:cubicBezTo>
                                    <a:cubicBezTo>
                                      <a:pt x="142" y="1945"/>
                                      <a:pt x="129" y="1848"/>
                                      <a:pt x="129" y="1708"/>
                                    </a:cubicBezTo>
                                    <a:cubicBezTo>
                                      <a:pt x="129" y="1568"/>
                                      <a:pt x="140" y="1384"/>
                                      <a:pt x="129" y="1099"/>
                                    </a:cubicBezTo>
                                    <a:cubicBezTo>
                                      <a:pt x="118" y="814"/>
                                      <a:pt x="81" y="183"/>
                                      <a:pt x="60" y="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bg1">
                                    <a:lumMod val="5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6" o:spid="_x0000_s1026" style="position:absolute;margin-left:231.95pt;margin-top:261.65pt;width:7.1pt;height:97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2,19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" path="m,c24,204,55,410,70,618v15,208,21,455,18,630c85,1423,43,1553,50,1668v7,115,66,263,79,270c142,1945,129,1848,129,1708v,-140,11,-324,,-609c118,814,81,183,60,e" fillcolor="#7f7f7f [1612]" strokecolor="#7f7f7f [1612]">
                      <v:path arrowok="t" o:connecttype="custom" o:connectlocs="0,0;44450,392430;55880,792480;31750,1059180;81915,1230630;81915,1084580;81915,697865;38100,0" o:connectangles="0,0,0,0,0,0,0,0"/>
                    </v:shape>
                  </w:pict>
                </mc:Fallback>
              </mc:AlternateContent>
            </w:r>
            <w:r w:rsidR="008715B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5FBEF444" wp14:editId="3BADC120">
                      <wp:simplePos x="0" y="0"/>
                      <wp:positionH relativeFrom="column">
                        <wp:posOffset>2907665</wp:posOffset>
                      </wp:positionH>
                      <wp:positionV relativeFrom="paragraph">
                        <wp:posOffset>3322955</wp:posOffset>
                      </wp:positionV>
                      <wp:extent cx="165735" cy="1435735"/>
                      <wp:effectExtent l="9525" t="7620" r="5715" b="13970"/>
                      <wp:wrapNone/>
                      <wp:docPr id="131" name="Freeform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5735" cy="1435735"/>
                              </a:xfrm>
                              <a:custGeom>
                                <a:avLst/>
                                <a:gdLst>
                                  <a:gd name="T0" fmla="*/ 0 w 261"/>
                                  <a:gd name="T1" fmla="*/ 68 h 2261"/>
                                  <a:gd name="T2" fmla="*/ 60 w 261"/>
                                  <a:gd name="T3" fmla="*/ 378 h 2261"/>
                                  <a:gd name="T4" fmla="*/ 110 w 261"/>
                                  <a:gd name="T5" fmla="*/ 1018 h 2261"/>
                                  <a:gd name="T6" fmla="*/ 120 w 261"/>
                                  <a:gd name="T7" fmla="*/ 1368 h 2261"/>
                                  <a:gd name="T8" fmla="*/ 130 w 261"/>
                                  <a:gd name="T9" fmla="*/ 1718 h 2261"/>
                                  <a:gd name="T10" fmla="*/ 189 w 261"/>
                                  <a:gd name="T11" fmla="*/ 2078 h 2261"/>
                                  <a:gd name="T12" fmla="*/ 250 w 261"/>
                                  <a:gd name="T13" fmla="*/ 2218 h 2261"/>
                                  <a:gd name="T14" fmla="*/ 120 w 261"/>
                                  <a:gd name="T15" fmla="*/ 1818 h 2261"/>
                                  <a:gd name="T16" fmla="*/ 60 w 261"/>
                                  <a:gd name="T17" fmla="*/ 1228 h 2261"/>
                                  <a:gd name="T18" fmla="*/ 60 w 261"/>
                                  <a:gd name="T19" fmla="*/ 788 h 2261"/>
                                  <a:gd name="T20" fmla="*/ 0 w 261"/>
                                  <a:gd name="T21" fmla="*/ 68 h 22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61" h="2261">
                                    <a:moveTo>
                                      <a:pt x="0" y="68"/>
                                    </a:moveTo>
                                    <a:cubicBezTo>
                                      <a:pt x="0" y="0"/>
                                      <a:pt x="42" y="220"/>
                                      <a:pt x="60" y="378"/>
                                    </a:cubicBezTo>
                                    <a:cubicBezTo>
                                      <a:pt x="78" y="536"/>
                                      <a:pt x="100" y="853"/>
                                      <a:pt x="110" y="1018"/>
                                    </a:cubicBezTo>
                                    <a:cubicBezTo>
                                      <a:pt x="120" y="1183"/>
                                      <a:pt x="117" y="1251"/>
                                      <a:pt x="120" y="1368"/>
                                    </a:cubicBezTo>
                                    <a:cubicBezTo>
                                      <a:pt x="123" y="1485"/>
                                      <a:pt x="119" y="1600"/>
                                      <a:pt x="130" y="1718"/>
                                    </a:cubicBezTo>
                                    <a:cubicBezTo>
                                      <a:pt x="141" y="1836"/>
                                      <a:pt x="169" y="1995"/>
                                      <a:pt x="189" y="2078"/>
                                    </a:cubicBezTo>
                                    <a:cubicBezTo>
                                      <a:pt x="209" y="2161"/>
                                      <a:pt x="261" y="2261"/>
                                      <a:pt x="250" y="2218"/>
                                    </a:cubicBezTo>
                                    <a:cubicBezTo>
                                      <a:pt x="239" y="2175"/>
                                      <a:pt x="152" y="1983"/>
                                      <a:pt x="120" y="1818"/>
                                    </a:cubicBezTo>
                                    <a:cubicBezTo>
                                      <a:pt x="88" y="1653"/>
                                      <a:pt x="70" y="1400"/>
                                      <a:pt x="60" y="1228"/>
                                    </a:cubicBezTo>
                                    <a:cubicBezTo>
                                      <a:pt x="50" y="1056"/>
                                      <a:pt x="72" y="973"/>
                                      <a:pt x="60" y="788"/>
                                    </a:cubicBezTo>
                                    <a:cubicBezTo>
                                      <a:pt x="48" y="603"/>
                                      <a:pt x="0" y="136"/>
                                      <a:pt x="0" y="6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bg1">
                                    <a:lumMod val="5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5" o:spid="_x0000_s1026" style="position:absolute;margin-left:228.95pt;margin-top:261.65pt;width:13.05pt;height:113.0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1,22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" path="m,68c,,42,220,60,378v18,158,40,475,50,640c120,1183,117,1251,120,1368v3,117,-1,232,10,350c141,1836,169,1995,189,2078v20,83,72,183,61,140c239,2175,152,1983,120,1818,88,1653,70,1400,60,1228,50,1056,72,973,60,788,48,603,,136,,68xe" fillcolor="#7f7f7f [1612]" strokecolor="#7f7f7f [1612]">
                      <v:path arrowok="t" o:connecttype="custom" o:connectlocs="0,43180;38100,240030;69850,646430;76200,868680;82550,1090930;120015,1319530;158750,1408430;76200,1154430;38100,779780;38100,500380;0,43180" o:connectangles="0,0,0,0,0,0,0,0,0,0,0"/>
                    </v:shape>
                  </w:pict>
                </mc:Fallback>
              </mc:AlternateContent>
            </w:r>
            <w:r w:rsidR="008715B2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3D6BC19" wp14:editId="2FFACBE5">
                      <wp:simplePos x="0" y="0"/>
                      <wp:positionH relativeFrom="column">
                        <wp:posOffset>2869565</wp:posOffset>
                      </wp:positionH>
                      <wp:positionV relativeFrom="paragraph">
                        <wp:posOffset>70485</wp:posOffset>
                      </wp:positionV>
                      <wp:extent cx="952500" cy="482600"/>
                      <wp:effectExtent l="9525" t="12700" r="9525" b="9525"/>
                      <wp:wrapNone/>
                      <wp:docPr id="130" name="Oval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0" cy="48260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2" o:spid="_x0000_s1026" style="position:absolute;margin-left:225.95pt;margin-top:5.55pt;width:75pt;height:3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" fillcolor="white [3212]" strokecolor="white [3212]"/>
                  </w:pict>
                </mc:Fallback>
              </mc:AlternateContent>
            </w:r>
            <w:r w:rsidR="008715B2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1" layoutInCell="1" allowOverlap="1" wp14:anchorId="436CEE9A" wp14:editId="450A5EB0">
                      <wp:simplePos x="0" y="0"/>
                      <wp:positionH relativeFrom="page">
                        <wp:posOffset>4868545</wp:posOffset>
                      </wp:positionH>
                      <wp:positionV relativeFrom="page">
                        <wp:posOffset>953770</wp:posOffset>
                      </wp:positionV>
                      <wp:extent cx="1649095" cy="3271520"/>
                      <wp:effectExtent l="1270" t="1270" r="0" b="4445"/>
                      <wp:wrapNone/>
                      <wp:docPr id="129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9095" cy="3271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923BD" w:rsidRPr="00390F12" w:rsidRDefault="002923BD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 LEG:</w:t>
                                  </w:r>
                                </w:p>
                                <w:p w:rsidR="002923BD" w:rsidRPr="00390F12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CIA = Patent, triphasic flow</w:t>
                                  </w:r>
                                </w:p>
                                <w:p w:rsidR="00C7702B" w:rsidRPr="00390F12" w:rsidRDefault="00C7702B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EIA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CFA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PFA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SFA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Pop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TPT = </w:t>
                                  </w:r>
                                  <w:r w:rsidR="008D5240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Not visualised, due to vessel disease. 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Run off:</w:t>
                                  </w:r>
                                  <w:r w:rsidR="00C7702B" w:rsidRPr="00C7702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C7702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The crural arteries are heavily and diffusely calcified, therefore segmentally visualise however, the following was imaged. 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ATA = Patent, triphasic flow</w:t>
                                  </w:r>
                                  <w:r w:rsidR="00A9441B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proximally, hypereamic tracking to the ankle, with heavily calcification with signal loss.  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PTA = </w:t>
                                  </w:r>
                                  <w:r w:rsidR="00F53B4E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No colour or Doppler signal detected throughout, suggestive of total occlusion. 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Peroneal = </w:t>
                                  </w:r>
                                  <w:r w:rsidR="00C7702B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Small diameter with a hyperechoic grey-scale appearance with no colour of Doppler flow detected. Mostly likely occluded, previously reported on 03/09/2018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028" type="#_x0000_t202" style="position:absolute;margin-left:383.35pt;margin-top:75.1pt;width:129.85pt;height:257.6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" filled="f" stroked="f" strokeweight=".5pt">
                      <v:textbox style="mso-fit-shape-to-text:t" inset="0,0,0,0">
                        <w:txbxContent>
                          <w:p w:rsidR="002923BD" w:rsidRPr="00390F12" w:rsidRDefault="002923BD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 LEG:</w:t>
                            </w:r>
                          </w:p>
                          <w:p w:rsidR="002923BD" w:rsidRPr="00390F12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CIA = Patent, triphasic flow</w:t>
                            </w:r>
                          </w:p>
                          <w:p w:rsidR="00C7702B" w:rsidRPr="00390F12" w:rsidRDefault="00C7702B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EIA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CFA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PFA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SFA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Pop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TPT = </w:t>
                            </w:r>
                            <w:r w:rsidR="008D5240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Not visualised, due to vessel disease. 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Run off:</w:t>
                            </w:r>
                            <w:r w:rsidR="00C7702B" w:rsidRPr="00C7702B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C7702B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The crural arteries are heavily and diffusely calcified, therefore segmentally visualise however, the following was imaged. 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ATA = Patent, triphasic flow</w:t>
                            </w:r>
                            <w:r w:rsidR="00A9441B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proximally, hypereamic tracking to the ankle, with heavily calcification with signal loss.  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PTA = </w:t>
                            </w:r>
                            <w:r w:rsidR="00F53B4E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No colour or Doppler signal detected throughout, suggestive of total occlusion. 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Peroneal = </w:t>
                            </w:r>
                            <w:r w:rsidR="00C7702B">
                              <w:rPr>
                                <w:color w:val="000000"/>
                                <w:sz w:val="14"/>
                                <w:szCs w:val="14"/>
                              </w:rPr>
                              <w:t>Small diameter with a hyperechoic grey-scale appearance with no colour of Doppler flow detected. Mostly likely occluded, previously reported on 03/09/2018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8715B2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6704" behindDoc="0" locked="1" layoutInCell="1" allowOverlap="1" wp14:anchorId="39DF707C" wp14:editId="4BEB2A20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219710</wp:posOffset>
                      </wp:positionV>
                      <wp:extent cx="1964690" cy="394970"/>
                      <wp:effectExtent l="4445" t="0" r="2540" b="0"/>
                      <wp:wrapNone/>
                      <wp:docPr id="128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4690" cy="3949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03DC" w:rsidRPr="00FA7ABC" w:rsidRDefault="00C003DC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7F7F7F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Abdominal Aorta diameter</w:t>
                                  </w:r>
                                  <w:r w:rsidR="00CF49FE"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= </w:t>
                                  </w:r>
                                  <w:r w:rsidR="00C7702B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Not visualised due to overlying bowel gas and fibroid previously measured.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29" type="#_x0000_t202" style="position:absolute;margin-left:.55pt;margin-top:17.3pt;width:154.7pt;height:31.1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" filled="f" stroked="f" strokeweight=".5pt">
                      <v:textbox inset="0,0,0,0">
                        <w:txbxContent>
                          <w:p w:rsidR="00C003DC" w:rsidRPr="00FA7ABC" w:rsidRDefault="00C003DC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7F7F7F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Abdominal Aorta diameter</w:t>
                            </w:r>
                            <w:r w:rsidR="00CF49FE"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= </w:t>
                            </w:r>
                            <w:r w:rsidR="00C7702B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Not visualised due to overlying bowel gas and fibroid previously measured. 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8715B2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5680" behindDoc="0" locked="1" layoutInCell="1" allowOverlap="1" wp14:anchorId="17BBE8BE" wp14:editId="1EDC6FB5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953770</wp:posOffset>
                      </wp:positionV>
                      <wp:extent cx="1774190" cy="3578225"/>
                      <wp:effectExtent l="0" t="1270" r="0" b="3810"/>
                      <wp:wrapNone/>
                      <wp:docPr id="3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4190" cy="35782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7ABC" w:rsidRPr="00390F12" w:rsidRDefault="00C877D8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  <w:r w:rsidR="00FA7ABC"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LEG:</w:t>
                                  </w:r>
                                </w:p>
                                <w:p w:rsidR="002923BD" w:rsidRPr="00390F12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CIA = Patent, triphasic flow </w:t>
                                  </w:r>
                                </w:p>
                                <w:p w:rsidR="00C7702B" w:rsidRPr="00390F12" w:rsidRDefault="00C7702B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EIA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CFA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PFA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SFA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Pop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TPT = </w:t>
                                  </w:r>
                                  <w:r w:rsidR="008D5240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Not visualised, due to vessel disease.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Run off:</w:t>
                                  </w:r>
                                  <w:r w:rsidR="00C7702B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The crural arteries are heavily and diffusely calcified, therefore segmentally visualise however, the following was imaged.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ATA = </w:t>
                                  </w:r>
                                  <w:r w:rsidR="00F53B4E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The ATA is patent to the distal calf where the vessel is visually narrowed with a short 1-2cm segment of no colour flow with collaterals superior and inferior to the vessel. Monophasic waveforms are noted in the DPA, 18cm/s.   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PTA = </w:t>
                                  </w:r>
                                  <w:r w:rsidR="00C7702B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The PTA is segmentally visualised however, Triphasic waveforms are noted. 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Peroneal = </w:t>
                                  </w:r>
                                  <w:r w:rsidR="00C7702B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Small diameter with a hyperechoic grey-scale appearance with no colour of Doppler flow detected. Mostly likely occluded, previously reported on 03/09/2018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30" type="#_x0000_t202" style="position:absolute;margin-left:.55pt;margin-top:75.1pt;width:139.7pt;height:281.7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" filled="f" stroked="f" strokeweight=".5pt">
                      <v:textbox style="mso-fit-shape-to-text:t" inset="0,0,0,0">
                        <w:txbxContent>
                          <w:p w:rsidR="00FA7ABC" w:rsidRPr="00390F12" w:rsidRDefault="00C877D8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  <w:r w:rsidR="00FA7ABC"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LEG:</w:t>
                            </w:r>
                          </w:p>
                          <w:p w:rsidR="002923BD" w:rsidRPr="00390F12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CIA = Patent, triphasic flow </w:t>
                            </w:r>
                          </w:p>
                          <w:p w:rsidR="00C7702B" w:rsidRPr="00390F12" w:rsidRDefault="00C7702B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EIA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CFA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PFA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SFA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Pop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TPT = </w:t>
                            </w:r>
                            <w:r w:rsidR="008D5240">
                              <w:rPr>
                                <w:color w:val="000000"/>
                                <w:sz w:val="14"/>
                                <w:szCs w:val="14"/>
                              </w:rPr>
                              <w:t>Not visualised, due to vessel disease.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Run off:</w:t>
                            </w:r>
                            <w:r w:rsidR="00C7702B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The crural arteries are heavily and diffusely calcified, therefore segmentally visualise however, the following was imaged.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ATA = </w:t>
                            </w:r>
                            <w:r w:rsidR="00F53B4E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The ATA is patent to the distal calf where the vessel is visually narrowed with a short 1-2cm segment of no colour flow with collaterals superior and inferior to the vessel. Monophasic waveforms are noted in the DPA, 18cm/s.   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PTA = </w:t>
                            </w:r>
                            <w:r w:rsidR="00C7702B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The PTA is segmentally visualised however, Triphasic waveforms are noted. 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Peroneal = </w:t>
                            </w:r>
                            <w:r w:rsidR="00C7702B">
                              <w:rPr>
                                <w:color w:val="000000"/>
                                <w:sz w:val="14"/>
                                <w:szCs w:val="14"/>
                              </w:rPr>
                              <w:t>Small diameter with a hyperechoic grey-scale appearance with no colour of Doppler flow detected. Mostly likely occluded, previously reported on 03/09/2018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Tr="00A9441B">
        <w:trPr>
          <w:trHeight w:hRule="exact" w:val="10019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57294A">
              <w:rPr>
                <w:sz w:val="21"/>
                <w:szCs w:val="21"/>
              </w:rPr>
              <w:lastRenderedPageBreak/>
              <w:t>Report:</w:t>
            </w:r>
          </w:p>
          <w:p w:rsidR="001654E6" w:rsidRPr="001654E6" w:rsidRDefault="001654E6" w:rsidP="001654E6">
            <w:pPr>
              <w:pStyle w:val="CUSTOMColumnText"/>
            </w:pPr>
          </w:p>
          <w:p w:rsidR="001654E6" w:rsidRDefault="001654E6" w:rsidP="001654E6">
            <w:pPr>
              <w:rPr>
                <w:b/>
                <w:u w:val="single"/>
                <w:lang w:val="en-GB"/>
              </w:rPr>
            </w:pPr>
            <w:r>
              <w:rPr>
                <w:b/>
                <w:u w:val="single"/>
                <w:lang w:val="en-GB"/>
              </w:rPr>
              <w:t>Abdomen</w:t>
            </w:r>
          </w:p>
          <w:p w:rsidR="001654E6" w:rsidRDefault="001654E6" w:rsidP="001654E6">
            <w:pPr>
              <w:rPr>
                <w:lang w:val="en-GB"/>
              </w:rPr>
            </w:pPr>
          </w:p>
          <w:p w:rsidR="001654E6" w:rsidRDefault="001654E6" w:rsidP="001654E6">
            <w:pPr>
              <w:rPr>
                <w:lang w:val="en-GB"/>
              </w:rPr>
            </w:pPr>
            <w:r>
              <w:rPr>
                <w:lang w:val="en-GB"/>
              </w:rPr>
              <w:t xml:space="preserve">The abdominal aorta was not visualised due to overlying bowel gas and fibroid. The EIA’s were patent with triphasic waveforms. </w:t>
            </w:r>
          </w:p>
          <w:p w:rsidR="001654E6" w:rsidRDefault="001654E6" w:rsidP="001654E6">
            <w:pPr>
              <w:rPr>
                <w:b/>
                <w:lang w:val="en-GB"/>
              </w:rPr>
            </w:pPr>
          </w:p>
          <w:p w:rsidR="001654E6" w:rsidRDefault="001654E6" w:rsidP="001654E6">
            <w:pPr>
              <w:rPr>
                <w:b/>
                <w:u w:val="single"/>
                <w:lang w:val="en-GB"/>
              </w:rPr>
            </w:pPr>
            <w:r>
              <w:rPr>
                <w:b/>
                <w:u w:val="single"/>
                <w:lang w:val="en-GB"/>
              </w:rPr>
              <w:fldChar w:fldCharType="begin"/>
            </w:r>
            <w:r>
              <w:rPr>
                <w:b/>
                <w:u w:val="single"/>
                <w:lang w:val="en-GB"/>
              </w:rPr>
              <w:instrText xml:space="preserve"> AUTOTEXT  exams.names  \* MERGEFORMAT </w:instrText>
            </w:r>
            <w:r>
              <w:rPr>
                <w:b/>
                <w:u w:val="single"/>
                <w:lang w:val="en-GB"/>
              </w:rPr>
              <w:fldChar w:fldCharType="separate"/>
            </w:r>
            <w:r>
              <w:rPr>
                <w:b/>
                <w:u w:val="single"/>
                <w:lang w:val="en-GB"/>
              </w:rPr>
              <w:t xml:space="preserve">US Doppler lower limb arteries </w:t>
            </w:r>
            <w:proofErr w:type="spellStart"/>
            <w:r>
              <w:rPr>
                <w:b/>
                <w:u w:val="single"/>
                <w:lang w:val="en-GB"/>
              </w:rPr>
              <w:t>Rt</w:t>
            </w:r>
            <w:proofErr w:type="spellEnd"/>
            <w:r>
              <w:rPr>
                <w:b/>
                <w:u w:val="single"/>
                <w:lang w:val="en-GB"/>
              </w:rPr>
              <w:fldChar w:fldCharType="end"/>
            </w:r>
            <w:r>
              <w:rPr>
                <w:b/>
                <w:u w:val="single"/>
                <w:lang w:val="en-GB"/>
              </w:rPr>
              <w:t>:</w:t>
            </w:r>
          </w:p>
          <w:p w:rsidR="001654E6" w:rsidRDefault="001654E6" w:rsidP="001654E6">
            <w:pPr>
              <w:ind w:left="720"/>
              <w:rPr>
                <w:b/>
                <w:u w:val="single"/>
                <w:lang w:val="en-GB"/>
              </w:rPr>
            </w:pPr>
          </w:p>
          <w:p w:rsidR="001654E6" w:rsidRDefault="001654E6" w:rsidP="001654E6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The Common Femoral, Profunda Femoral, Superficial Femoral and Popliteal arteries are patent with triphasic waveforms detected, no significant stenosis noted.</w:t>
            </w:r>
          </w:p>
          <w:p w:rsidR="001654E6" w:rsidRPr="001654E6" w:rsidRDefault="001654E6" w:rsidP="001654E6">
            <w:pPr>
              <w:jc w:val="both"/>
              <w:rPr>
                <w:lang w:val="en-GB"/>
              </w:rPr>
            </w:pPr>
          </w:p>
          <w:p w:rsidR="001654E6" w:rsidRPr="001654E6" w:rsidRDefault="001654E6" w:rsidP="001654E6">
            <w:pPr>
              <w:jc w:val="both"/>
              <w:rPr>
                <w:lang w:val="en-GB"/>
              </w:rPr>
            </w:pPr>
            <w:r w:rsidRPr="001654E6">
              <w:rPr>
                <w:lang w:val="en-GB"/>
              </w:rPr>
              <w:t>The crural arteries are heavily and diffusely calcified, therefore segmentally visualise however, the following was imaged.</w:t>
            </w:r>
          </w:p>
          <w:p w:rsidR="001654E6" w:rsidRDefault="001654E6" w:rsidP="001654E6">
            <w:pPr>
              <w:jc w:val="both"/>
              <w:rPr>
                <w:lang w:val="en-GB"/>
              </w:rPr>
            </w:pPr>
          </w:p>
          <w:p w:rsidR="001654E6" w:rsidRPr="001654E6" w:rsidRDefault="001654E6" w:rsidP="001654E6">
            <w:pPr>
              <w:jc w:val="both"/>
              <w:rPr>
                <w:lang w:val="en-GB"/>
              </w:rPr>
            </w:pPr>
            <w:r w:rsidRPr="001654E6">
              <w:rPr>
                <w:lang w:val="en-GB"/>
              </w:rPr>
              <w:t xml:space="preserve">The ATA is patent to the distal calf where the vessel is visually narrowed with a short 1-2cm segment of no colour flow with collaterals superior and inferior to the vessel. </w:t>
            </w:r>
            <w:r w:rsidR="00A9441B">
              <w:t xml:space="preserve">A short segment of no colour or Doppler signal is noted with collateral superior and inferior almost parallel to the ATA, reforming at the DPA. </w:t>
            </w:r>
            <w:r w:rsidRPr="001654E6">
              <w:rPr>
                <w:lang w:val="en-GB"/>
              </w:rPr>
              <w:t xml:space="preserve">Monophasic waveforms are noted in the DPA, 18cm/s.   </w:t>
            </w:r>
          </w:p>
          <w:p w:rsidR="001654E6" w:rsidRPr="001654E6" w:rsidRDefault="001654E6" w:rsidP="001654E6">
            <w:pPr>
              <w:jc w:val="both"/>
              <w:rPr>
                <w:lang w:val="en-GB"/>
              </w:rPr>
            </w:pPr>
          </w:p>
          <w:p w:rsidR="001654E6" w:rsidRPr="001654E6" w:rsidRDefault="001654E6" w:rsidP="001654E6">
            <w:pPr>
              <w:jc w:val="both"/>
              <w:rPr>
                <w:lang w:val="en-GB"/>
              </w:rPr>
            </w:pPr>
            <w:r w:rsidRPr="001654E6">
              <w:rPr>
                <w:lang w:val="en-GB"/>
              </w:rPr>
              <w:t xml:space="preserve">The PTA is segmentally visualised however, Triphasic waveforms are noted. </w:t>
            </w:r>
          </w:p>
          <w:p w:rsidR="001654E6" w:rsidRPr="001654E6" w:rsidRDefault="001654E6" w:rsidP="001654E6">
            <w:pPr>
              <w:jc w:val="both"/>
              <w:rPr>
                <w:lang w:val="en-GB"/>
              </w:rPr>
            </w:pPr>
          </w:p>
          <w:p w:rsidR="001654E6" w:rsidRPr="001654E6" w:rsidRDefault="001654E6" w:rsidP="001654E6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The Peroneal artery is of s</w:t>
            </w:r>
            <w:r w:rsidRPr="001654E6">
              <w:rPr>
                <w:lang w:val="en-GB"/>
              </w:rPr>
              <w:t>mall diameter with a hyperechoic grey-scale appearance with no colour of Doppler flow detected. Mostly likely occluded, previously reported on 03/09/2018</w:t>
            </w:r>
            <w:r>
              <w:rPr>
                <w:lang w:val="en-GB"/>
              </w:rPr>
              <w:t>.</w:t>
            </w:r>
          </w:p>
          <w:p w:rsidR="001654E6" w:rsidRDefault="001654E6" w:rsidP="001654E6">
            <w:pPr>
              <w:rPr>
                <w:b/>
                <w:u w:val="single"/>
                <w:lang w:val="en-GB"/>
              </w:rPr>
            </w:pPr>
          </w:p>
          <w:p w:rsidR="001654E6" w:rsidRDefault="001654E6" w:rsidP="001654E6">
            <w:pPr>
              <w:rPr>
                <w:b/>
                <w:u w:val="single"/>
                <w:lang w:val="en-GB"/>
              </w:rPr>
            </w:pPr>
          </w:p>
          <w:p w:rsidR="001654E6" w:rsidRDefault="001654E6" w:rsidP="001654E6">
            <w:pPr>
              <w:rPr>
                <w:b/>
                <w:u w:val="single"/>
                <w:lang w:val="en-GB"/>
              </w:rPr>
            </w:pPr>
            <w:r>
              <w:rPr>
                <w:b/>
                <w:u w:val="single"/>
                <w:lang w:val="en-GB"/>
              </w:rPr>
              <w:fldChar w:fldCharType="begin"/>
            </w:r>
            <w:r>
              <w:rPr>
                <w:b/>
                <w:u w:val="single"/>
                <w:lang w:val="en-GB"/>
              </w:rPr>
              <w:instrText xml:space="preserve"> AUTOTEXT  exams.names  \* MERGEFORMAT </w:instrText>
            </w:r>
            <w:r>
              <w:rPr>
                <w:b/>
                <w:u w:val="single"/>
                <w:lang w:val="en-GB"/>
              </w:rPr>
              <w:fldChar w:fldCharType="separate"/>
            </w:r>
            <w:r>
              <w:rPr>
                <w:b/>
                <w:u w:val="single"/>
                <w:lang w:val="en-GB"/>
              </w:rPr>
              <w:t>US Doppler lower limb arteries Lt</w:t>
            </w:r>
            <w:r>
              <w:rPr>
                <w:b/>
                <w:u w:val="single"/>
                <w:lang w:val="en-GB"/>
              </w:rPr>
              <w:fldChar w:fldCharType="end"/>
            </w:r>
            <w:r>
              <w:rPr>
                <w:b/>
                <w:u w:val="single"/>
                <w:lang w:val="en-GB"/>
              </w:rPr>
              <w:t>:</w:t>
            </w:r>
          </w:p>
          <w:p w:rsidR="001654E6" w:rsidRDefault="001654E6" w:rsidP="001654E6">
            <w:pPr>
              <w:ind w:left="720"/>
              <w:rPr>
                <w:lang w:val="en-GB"/>
              </w:rPr>
            </w:pPr>
          </w:p>
          <w:p w:rsidR="001654E6" w:rsidRDefault="001654E6" w:rsidP="001654E6">
            <w:pPr>
              <w:jc w:val="both"/>
              <w:rPr>
                <w:lang w:val="en-GB"/>
              </w:rPr>
            </w:pPr>
            <w:bookmarkStart w:id="1" w:name="BODY"/>
            <w:bookmarkEnd w:id="1"/>
            <w:r>
              <w:rPr>
                <w:lang w:val="en-GB"/>
              </w:rPr>
              <w:t>The Common Femoral, Profunda Femoral, Superficial Femoral and Popliteal arteries are patent with triphasic waveforms detected, no significant stenosis noted.</w:t>
            </w:r>
            <w:r w:rsidR="00A9441B">
              <w:rPr>
                <w:lang w:val="en-GB"/>
              </w:rPr>
              <w:t xml:space="preserve"> </w:t>
            </w:r>
          </w:p>
          <w:p w:rsidR="001654E6" w:rsidRDefault="001654E6" w:rsidP="001654E6">
            <w:pPr>
              <w:ind w:left="720"/>
              <w:jc w:val="both"/>
              <w:rPr>
                <w:lang w:val="en-GB"/>
              </w:rPr>
            </w:pPr>
          </w:p>
          <w:p w:rsidR="001654E6" w:rsidRPr="001654E6" w:rsidRDefault="001654E6" w:rsidP="001654E6">
            <w:pPr>
              <w:jc w:val="both"/>
            </w:pPr>
            <w:r w:rsidRPr="001654E6">
              <w:t xml:space="preserve">The crural arteries are heavily and diffusely calcified, therefore segmentally visualise however, the following was imaged. </w:t>
            </w:r>
          </w:p>
          <w:p w:rsidR="001654E6" w:rsidRPr="001654E6" w:rsidRDefault="001654E6" w:rsidP="001654E6">
            <w:pPr>
              <w:ind w:left="720"/>
              <w:jc w:val="both"/>
            </w:pPr>
          </w:p>
          <w:p w:rsidR="001654E6" w:rsidRPr="001654E6" w:rsidRDefault="001654E6" w:rsidP="001654E6">
            <w:pPr>
              <w:jc w:val="both"/>
            </w:pPr>
            <w:r>
              <w:t>The ATA is patent with tr</w:t>
            </w:r>
            <w:r w:rsidR="00A9441B">
              <w:t xml:space="preserve">iphasic waveforms where imaged at the proximal vessel becoming hypereamic to the ankle. The artery is heavily calcified with signal loss. </w:t>
            </w:r>
          </w:p>
          <w:p w:rsidR="001654E6" w:rsidRPr="001654E6" w:rsidRDefault="001654E6" w:rsidP="001654E6">
            <w:pPr>
              <w:ind w:left="720"/>
              <w:jc w:val="both"/>
            </w:pPr>
          </w:p>
          <w:p w:rsidR="001654E6" w:rsidRPr="001654E6" w:rsidRDefault="001654E6" w:rsidP="001654E6">
            <w:pPr>
              <w:jc w:val="both"/>
            </w:pPr>
            <w:r>
              <w:t>PTA</w:t>
            </w:r>
            <w:r w:rsidRPr="001654E6">
              <w:t xml:space="preserve"> No colour or Doppler signal detected throughout, suggestive of total occlusion. </w:t>
            </w:r>
          </w:p>
          <w:p w:rsidR="001654E6" w:rsidRPr="001654E6" w:rsidRDefault="001654E6" w:rsidP="001654E6">
            <w:pPr>
              <w:ind w:left="720"/>
              <w:jc w:val="both"/>
            </w:pPr>
          </w:p>
          <w:p w:rsidR="001654E6" w:rsidRPr="00390F12" w:rsidRDefault="001654E6" w:rsidP="001654E6">
            <w:pPr>
              <w:jc w:val="both"/>
              <w:rPr>
                <w:color w:val="000000"/>
                <w:sz w:val="14"/>
                <w:szCs w:val="14"/>
              </w:rPr>
            </w:pPr>
            <w:r>
              <w:rPr>
                <w:lang w:val="en-GB"/>
              </w:rPr>
              <w:t xml:space="preserve">The </w:t>
            </w:r>
            <w:r>
              <w:t xml:space="preserve">Peroneal artery </w:t>
            </w:r>
            <w:r w:rsidRPr="001654E6">
              <w:t>Small diameter with a hyperechoic grey-scale appearance with no colour of Doppler flow detected. Mostly likely occluded, previously reported on</w:t>
            </w:r>
            <w:r>
              <w:rPr>
                <w:color w:val="000000"/>
                <w:sz w:val="14"/>
                <w:szCs w:val="14"/>
              </w:rPr>
              <w:t xml:space="preserve"> </w:t>
            </w:r>
            <w:r w:rsidRPr="001654E6">
              <w:t>03/09/2018</w:t>
            </w:r>
            <w:r>
              <w:t>.</w:t>
            </w:r>
          </w:p>
          <w:p w:rsidR="001654E6" w:rsidRDefault="001654E6" w:rsidP="001654E6">
            <w:pPr>
              <w:jc w:val="both"/>
            </w:pPr>
            <w:r>
              <w:t xml:space="preserve"> </w:t>
            </w:r>
          </w:p>
          <w:p w:rsidR="009E0202" w:rsidRPr="00DC01AB" w:rsidRDefault="009E0202" w:rsidP="00DC01AB">
            <w:pPr>
              <w:pStyle w:val="CUSTOMColumnText"/>
            </w:pPr>
          </w:p>
        </w:tc>
      </w:tr>
      <w:tr w:rsidR="009D4370" w:rsidTr="003E131B">
        <w:trPr>
          <w:trHeight w:hRule="exact" w:val="1701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Default="009D4370" w:rsidP="009D4370">
            <w:pPr>
              <w:pStyle w:val="CUSTOMColumnText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57294A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02B" w:rsidRDefault="00C7702B" w:rsidP="005748E3">
      <w:r>
        <w:separator/>
      </w:r>
    </w:p>
  </w:endnote>
  <w:endnote w:type="continuationSeparator" w:id="0">
    <w:p w:rsidR="00C7702B" w:rsidRDefault="00C7702B" w:rsidP="0057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8715B2">
    <w:pPr>
      <w:pStyle w:val="Foot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78C4B201">
              <wp:simplePos x="0" y="0"/>
              <wp:positionH relativeFrom="column">
                <wp:posOffset>269875</wp:posOffset>
              </wp:positionH>
              <wp:positionV relativeFrom="paragraph">
                <wp:posOffset>-1192530</wp:posOffset>
              </wp:positionV>
              <wp:extent cx="6003925" cy="419100"/>
              <wp:effectExtent l="12700" t="7620" r="3175" b="11430"/>
              <wp:wrapNone/>
              <wp:docPr id="1" name="Group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03925" cy="419100"/>
                        <a:chOff x="1276" y="14226"/>
                        <a:chExt cx="9455" cy="660"/>
                      </a:xfrm>
                    </wpg:grpSpPr>
                    <wpg:grpSp>
                      <wpg:cNvPr id="19" name="Group 100"/>
                      <wpg:cNvGrpSpPr>
                        <a:grpSpLocks/>
                      </wpg:cNvGrpSpPr>
                      <wpg:grpSpPr bwMode="auto">
                        <a:xfrm>
                          <a:off x="1276" y="14394"/>
                          <a:ext cx="3977" cy="433"/>
                          <a:chOff x="1276" y="14394"/>
                          <a:chExt cx="3977" cy="433"/>
                        </a:xfrm>
                      </wpg:grpSpPr>
                      <wpg:grpSp>
                        <wpg:cNvPr id="20" name="Group 101"/>
                        <wpg:cNvGrpSpPr>
                          <a:grpSpLocks/>
                        </wpg:cNvGrpSpPr>
                        <wpg:grpSpPr bwMode="auto">
                          <a:xfrm>
                            <a:off x="1276" y="14394"/>
                            <a:ext cx="1918" cy="433"/>
                            <a:chOff x="1276" y="14394"/>
                            <a:chExt cx="1918" cy="433"/>
                          </a:xfrm>
                        </wpg:grpSpPr>
                        <wps:wsp>
                          <wps:cNvPr id="21" name="Rectangle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6" y="14394"/>
                              <a:ext cx="369" cy="36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9" y="14458"/>
                              <a:ext cx="1425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FA0" w:rsidRPr="00734451" w:rsidRDefault="00101FA0" w:rsidP="00101FA0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Black colour fill indicates stenosis or occlusion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42" name="Group 104"/>
                        <wpg:cNvGrpSpPr>
                          <a:grpSpLocks/>
                        </wpg:cNvGrpSpPr>
                        <wpg:grpSpPr bwMode="auto">
                          <a:xfrm>
                            <a:off x="3304" y="14394"/>
                            <a:ext cx="1949" cy="433"/>
                            <a:chOff x="3304" y="14394"/>
                            <a:chExt cx="1949" cy="433"/>
                          </a:xfrm>
                        </wpg:grpSpPr>
                        <wps:wsp>
                          <wps:cNvPr id="143" name="Rectangle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4" y="14394"/>
                              <a:ext cx="369" cy="369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1"/>
                              <a:srcRect/>
                              <a:tile tx="0" ty="0" sx="100000" sy="100000" flip="none" algn="tl"/>
                            </a:blip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Text Box 1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97" y="14458"/>
                              <a:ext cx="1456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FA0" w:rsidRPr="00734451" w:rsidRDefault="00101FA0" w:rsidP="00101FA0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Grey and white texture indicates calcified plaque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45" name="Group 107"/>
                      <wpg:cNvGrpSpPr>
                        <a:grpSpLocks/>
                      </wpg:cNvGrpSpPr>
                      <wpg:grpSpPr bwMode="auto">
                        <a:xfrm>
                          <a:off x="5382" y="14226"/>
                          <a:ext cx="5349" cy="660"/>
                          <a:chOff x="5382" y="14226"/>
                          <a:chExt cx="5349" cy="660"/>
                        </a:xfrm>
                      </wpg:grpSpPr>
                      <wpg:grpSp>
                        <wpg:cNvPr id="146" name="Group 108"/>
                        <wpg:cNvGrpSpPr>
                          <a:grpSpLocks/>
                        </wpg:cNvGrpSpPr>
                        <wpg:grpSpPr bwMode="auto">
                          <a:xfrm>
                            <a:off x="9328" y="14226"/>
                            <a:ext cx="1403" cy="660"/>
                            <a:chOff x="9265" y="14228"/>
                            <a:chExt cx="1403" cy="660"/>
                          </a:xfrm>
                        </wpg:grpSpPr>
                        <wps:wsp>
                          <wps:cNvPr id="156" name="AutoShape 1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65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7" name="AutoShape 1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61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" name="Text Box 1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65" y="14481"/>
                              <a:ext cx="1203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FA0" w:rsidRPr="00734451" w:rsidRDefault="00101FA0" w:rsidP="00101FA0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Dashed green line indicates stent in situ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59" name="Group 112"/>
                        <wpg:cNvGrpSpPr>
                          <a:grpSpLocks/>
                        </wpg:cNvGrpSpPr>
                        <wpg:grpSpPr bwMode="auto">
                          <a:xfrm>
                            <a:off x="5382" y="14226"/>
                            <a:ext cx="3859" cy="660"/>
                            <a:chOff x="5382" y="14226"/>
                            <a:chExt cx="3859" cy="660"/>
                          </a:xfrm>
                        </wpg:grpSpPr>
                        <wpg:grpSp>
                          <wpg:cNvPr id="160" name="Group 113"/>
                          <wpg:cNvGrpSpPr>
                            <a:grpSpLocks/>
                          </wpg:cNvGrpSpPr>
                          <wpg:grpSpPr bwMode="auto">
                            <a:xfrm>
                              <a:off x="7099" y="14394"/>
                              <a:ext cx="2142" cy="425"/>
                              <a:chOff x="7066" y="14396"/>
                              <a:chExt cx="2142" cy="425"/>
                            </a:xfrm>
                          </wpg:grpSpPr>
                          <wps:wsp>
                            <wps:cNvPr id="161" name="Rectangle 1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66" y="14396"/>
                                <a:ext cx="369" cy="3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2" name="Text Box 1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59" y="14452"/>
                                <a:ext cx="1649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1FA0" w:rsidRPr="00734451" w:rsidRDefault="00101FA0" w:rsidP="00101FA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box indicates acoustic shadowing from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63" name="Group 116"/>
                          <wpg:cNvGrpSpPr>
                            <a:grpSpLocks/>
                          </wpg:cNvGrpSpPr>
                          <wpg:grpSpPr bwMode="auto">
                            <a:xfrm>
                              <a:off x="5382" y="14226"/>
                              <a:ext cx="1576" cy="660"/>
                              <a:chOff x="5382" y="14226"/>
                              <a:chExt cx="1576" cy="660"/>
                            </a:xfrm>
                          </wpg:grpSpPr>
                          <wps:wsp>
                            <wps:cNvPr id="164" name="AutoShape 1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82" y="14226"/>
                                <a:ext cx="1" cy="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5F5F5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6" name="Text Box 1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11" y="14458"/>
                                <a:ext cx="1447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1FA0" w:rsidRPr="00734451" w:rsidRDefault="00101FA0" w:rsidP="00101FA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dotted line indicates medial wall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9" o:spid="_x0000_s1033" style="position:absolute;margin-left:21.25pt;margin-top:-93.9pt;width:472.75pt;height:33pt;z-index:-251658240" coordorigin="1276,14226" coordsize="9455,6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">
              <v:group id="Group 100" o:spid="_x0000_s1034" style="position:absolute;left:1276;top:14394;width:3977;height:433" coordorigin="1276,14394" coordsize="3977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<v:group id="Group 101" o:spid="_x0000_s1035" style="position:absolute;left:1276;top:14394;width:1918;height:433" coordorigin="1276,14394" coordsize="1918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rect id="Rectangle 102" o:spid="_x0000_s1036" style="position:absolute;left:1276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HpWMAA&#10;AADbAAAADwAAAGRycy9kb3ducmV2LnhtbERPS2vCQBC+F/wPywi91Y1CbI2uIn1Zj1Uv3obsmA1m&#10;Z0N2qum/d4VCb/PxPWex6n2jLtTFOrCB8SgDRVwGW3Nl4LD/eHoBFQXZYhOYDPxShNVy8LDAwoYr&#10;f9NlJ5VKIRwLNOBE2kLrWDryGEehJU7cKXQeJcGu0rbDawr3jZ5k2VR7rDk1OGzp1VF53v14A2+y&#10;yWeS+8/3+lmOvcvzOCm3xjwO+/UclFAv/+I/95dN88dw/yUdoJc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HpWMAAAADbAAAADwAAAAAAAAAAAAAAAACYAgAAZHJzL2Rvd25y&#10;ZXYueG1sUEsFBgAAAAAEAAQA9QAAAIUDAAAAAA==&#10;" fillcolor="black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3" o:spid="_x0000_s1037" type="#_x0000_t202" style="position:absolute;left:1769;top:14458;width:1425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5spsMA&#10;AADbAAAADwAAAGRycy9kb3ducmV2LnhtbERPTWvCQBC9F/wPywje6kYPpURXKWqhh1qrbaG9TbPT&#10;JJidDbtjjP++Wyh4m8f7nPmyd43qKMTas4HJOANFXHhbc2ng/e3x9h5UFGSLjWcycKEIy8XgZo65&#10;9WfeU3eQUqUQjjkaqETaXOtYVOQwjn1LnLgfHxxKgqHUNuA5hbtGT7PsTjusOTVU2NKqouJ4ODkD&#10;zWcMz9+ZfHXrciuvO3362ExejBkN+4cZKKFeruJ/95NN86fw90s6QC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5spsMAAADbAAAADwAAAAAAAAAAAAAAAACYAgAAZHJzL2Rv&#10;d25yZXYueG1sUEsFBgAAAAAEAAQA9QAAAIgDAAAAAA==&#10;" filled="f" stroked="f" strokeweight=".5pt">
                    <v:textbox inset="0,0,0,0">
                      <w:txbxContent>
                        <w:p w:rsidR="00101FA0" w:rsidRPr="00734451" w:rsidRDefault="00101FA0" w:rsidP="00101FA0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Black colour fill indicates stenosis or occlusion</w:t>
                          </w:r>
                        </w:p>
                      </w:txbxContent>
                    </v:textbox>
                  </v:shape>
                </v:group>
                <v:group id="Group 104" o:spid="_x0000_s1038" style="position:absolute;left:3304;top:14394;width:1949;height:433" coordorigin="3304,14394" coordsize="1949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rect id="Rectangle 105" o:spid="_x0000_s1039" style="position:absolute;left:3304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GEK8QA&#10;AADbAAAADwAAAGRycy9kb3ducmV2LnhtbERPS2vCQBC+F/wPyxR6Ed20SNHoJoggbaHUVy+9Ddkx&#10;G5qdDdnVpP56Vyh4m4/vOYu8t7U4U+srxwqexwkI4sLpiksF34f1aArCB2SNtWNS8Ece8mzwsMBU&#10;u453dN6HUsQQ9ikqMCE0qZS+MGTRj11DHLmjay2GCNtS6ha7GG5r+ZIkr9JixbHBYEMrQ8Xv/mQV&#10;bNanj2X3w5fZZbtNPifDYWfevpR6euyXcxCB+nAX/7vfdZw/gdsv8QCZ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xhCvEAAAA2wAAAA8AAAAAAAAAAAAAAAAAmAIAAGRycy9k&#10;b3ducmV2LnhtbFBLBQYAAAAABAAEAPUAAACJAwAAAAA=&#10;" strokeweight=".5pt">
                    <v:fill r:id="rId2" o:title="" recolor="t" rotate="t" type="tile"/>
                  </v:rect>
                  <v:shape id="Text Box 106" o:spid="_x0000_s1040" type="#_x0000_t202" style="position:absolute;left:3797;top:14458;width:1456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f00sMA&#10;AADbAAAADwAAAGRycy9kb3ducmV2LnhtbERPS2vCQBC+F/oflin0VjcKL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f00sMAAADbAAAADwAAAAAAAAAAAAAAAACYAgAAZHJzL2Rv&#10;d25yZXYueG1sUEsFBgAAAAAEAAQA9QAAAIgDAAAAAA==&#10;" filled="f" stroked="f" strokeweight=".5pt">
                    <v:textbox inset="0,0,0,0">
                      <w:txbxContent>
                        <w:p w:rsidR="00101FA0" w:rsidRPr="00734451" w:rsidRDefault="00101FA0" w:rsidP="00101FA0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Grey and white texture indicates calcified plaque</w:t>
                          </w:r>
                        </w:p>
                      </w:txbxContent>
                    </v:textbox>
                  </v:shape>
                </v:group>
              </v:group>
              <v:group id="Group 107" o:spid="_x0000_s1041" style="position:absolute;left:5382;top:14226;width:5349;height:660" coordorigin="5382,14226" coordsize="534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<v:group id="Group 108" o:spid="_x0000_s1042" style="position:absolute;left:9328;top:14226;width:1403;height:660" coordorigin="9265,14228" coordsize="1403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09" o:spid="_x0000_s1043" type="#_x0000_t32" style="position:absolute;left:9265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LUbQcIAAADbAAAADwAAAGRycy9kb3ducmV2LnhtbESPQWsCMRCF7wX/QxjBW82qUMpqFBWV&#10;ipdq+wOGzZgsbibLJur233cOhd5meG/e+2ax6kOjHtSlOrKBybgARVxFW7Mz8P21f30HlTKyxSYy&#10;GfihBKvl4GWBpY1PPtPjkp2SEE4lGvA5t6XWqfIUMI1jSyzaNXYBs6yd07bDp4SHRk+L4k0HrFka&#10;PLa09VTdLvdgYBM/q+PBpfa0n23jcee8PhW9MaNhv56DytTnf/Pf9YcVfIGVX2QAvf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LUbQcIAAADbAAAADwAAAAAAAAAAAAAA&#10;AAChAgAAZHJzL2Rvd25yZXYueG1sUEsFBgAAAAAEAAQA+QAAAJADAAAAAA==&#10;" strokecolor="#00b050" strokeweight="1pt">
                    <v:stroke dashstyle="dash"/>
                  </v:shape>
                  <v:shape id="AutoShape 110" o:spid="_x0000_s1044" type="#_x0000_t32" style="position:absolute;left:9361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/m+2sEAAADbAAAADwAAAGRycy9kb3ducmV2LnhtbERP3WrCMBS+F3yHcAa7s+kcDO2MMkXH&#10;ijfa7QEOzVlS1pyUJrP17c1g4N35+H7PajO6VlyoD41nBU9ZDoK49rpho+Dr8zBbgAgRWWPrmRRc&#10;KcBmPZ2ssNB+4DNdqmhECuFQoAIbY1dIGWpLDkPmO+LEffveYUywN1L3OKRw18p5nr9Ihw2nBosd&#10;7SzVP9WvU7D1p7p8N6E7Hp53vtwbK4/5qNTjw/j2CiLSGO/if/eHTvOX8PdLOkCu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+b7awQAAANsAAAAPAAAAAAAAAAAAAAAA&#10;AKECAABkcnMvZG93bnJldi54bWxQSwUGAAAAAAQABAD5AAAAjwMAAAAA&#10;" strokecolor="#00b050" strokeweight="1pt">
                    <v:stroke dashstyle="dash"/>
                  </v:shape>
                  <v:shape id="Text Box 111" o:spid="_x0000_s1045" type="#_x0000_t202" style="position:absolute;left:9465;top:14481;width:1203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yd98IA&#10;AADbAAAADwAAAGRycy9kb3ducmV2LnhtbERPS0/CQBC+m/AfNkPiTbZwIKayEAOYeEBFHgnexu7Y&#10;NnRnm92h1H/PHkw8fvnes0XvGtVRiLVnA+NRBoq48Lbm0sBh//LwCCoKssXGMxn4pQiL+eBuhrn1&#10;V/6kbielSiEcczRQibS51rGoyGEc+ZY4cT8+OJQEQ6ltwGsKd42eZNlUO6w5NVTY0rKi4ry7OAPN&#10;KYbNdyZf3ap8k+2HvhzX43dj7of98xMooV7+xX/uV2tgktanL+kH6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/J33wgAAANsAAAAPAAAAAAAAAAAAAAAAAJgCAABkcnMvZG93&#10;bnJldi54bWxQSwUGAAAAAAQABAD1AAAAhwMAAAAA&#10;" filled="f" stroked="f" strokeweight=".5pt">
                    <v:textbox inset="0,0,0,0">
                      <w:txbxContent>
                        <w:p w:rsidR="00101FA0" w:rsidRPr="00734451" w:rsidRDefault="00101FA0" w:rsidP="00101FA0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Dashed green line indicates stent in situ</w:t>
                          </w:r>
                        </w:p>
                      </w:txbxContent>
                    </v:textbox>
                  </v:shape>
                </v:group>
                <v:group id="Group 112" o:spid="_x0000_s1046" style="position:absolute;left:5382;top:14226;width:3859;height:660" coordorigin="5382,14226" coordsize="385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group id="Group 113" o:spid="_x0000_s1047" style="position:absolute;left:7099;top:14394;width:2142;height:425" coordorigin="7066,14396" coordsize="2142,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  <v:rect id="Rectangle 114" o:spid="_x0000_s1048" style="position:absolute;left:7066;top:14396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L1xMQA&#10;AADcAAAADwAAAGRycy9kb3ducmV2LnhtbERP32vCMBB+H/g/hBP2NlPdEKmmRcTBBMecCr6ezdkW&#10;m0tNonb765fBYG/38f28Wd6ZRtzI+dqyguEgAUFcWF1zqWC/e32agPABWWNjmRR8kYc86z3MMNX2&#10;zp9024ZSxBD2KSqoQmhTKX1RkUE/sC1x5E7WGQwRulJqh/cYbho5SpKxNFhzbKiwpUVFxXl7NQrc&#10;cn9YjuuP5836Etbfk649vvNKqcd+N5+CCNSFf/Gf+03H+S8j+H0mXi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C9cTEAAAA3AAAAA8AAAAAAAAAAAAAAAAAmAIAAGRycy9k&#10;b3ducmV2LnhtbFBLBQYAAAAABAAEAPUAAACJAwAAAAA=&#10;" fillcolor="#b2b2b2" strokeweight=".5pt"/>
                    <v:shape id="Text Box 115" o:spid="_x0000_s1049" type="#_x0000_t202" style="position:absolute;left:7559;top:14452;width:16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nqnMQA&#10;AADcAAAADwAAAGRycy9kb3ducmV2LnhtbERPS0vDQBC+F/oflil4azdVKSV2W8QH9FCrVgW9jdkx&#10;CWZnw+40jf/eLRR6m4/vOYtV7xrVUYi1ZwPTSQaKuPC25tLA+9vjeA4qCrLFxjMZ+KMIq+VwsMDc&#10;+gO/UreTUqUQjjkaqETaXOtYVOQwTnxLnLgfHxxKgqHUNuAhhbtGX2bZTDusOTVU2NJdRcXvbu8M&#10;NJ8xbL4z+eruyyd5edb7j4fp1piLUX97A0qol7P45F7bNP/6Co7PpAv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Z6pzEAAAA3AAAAA8AAAAAAAAAAAAAAAAAmAIAAGRycy9k&#10;b3ducmV2LnhtbFBLBQYAAAAABAAEAPUAAACJAwAAAAA=&#10;" filled="f" stroked="f" strokeweight=".5pt">
                      <v:textbox inset="0,0,0,0">
                        <w:txbxContent>
                          <w:p w:rsidR="00101FA0" w:rsidRPr="00734451" w:rsidRDefault="00101FA0" w:rsidP="00101FA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box indicates acoustic shadowing from calcification</w:t>
                            </w:r>
                          </w:p>
                        </w:txbxContent>
                      </v:textbox>
                    </v:shape>
                  </v:group>
                  <v:group id="Group 116" o:spid="_x0000_s1050" style="position:absolute;left:5382;top:14226;width:1576;height:660" coordorigin="5382,14226" coordsize="1576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  <v:shape id="AutoShape 117" o:spid="_x0000_s1051" type="#_x0000_t32" style="position:absolute;left:5382;top:14226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m5SJsIAAADcAAAADwAAAGRycy9kb3ducmV2LnhtbERPS2vCQBC+F/wPywi91Y2hD5u6ioaI&#10;vVYt9DhkxySanQ3ZNa7/visUepuP7znzZTCtGKh3jWUF00kCgri0uuFKwWG/eZqBcB5ZY2uZFNzI&#10;wXIxephjpu2Vv2jY+UrEEHYZKqi97zIpXVmTQTexHXHkjrY36CPsK6l7vMZw08o0SV6lwYZjQ40d&#10;5TWV593FKNinSRHw/K3Xb++nn+JmQz7dBqUex2H1AcJT8P/iP/enjvOfX+D+TLxAL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m5SJsIAAADcAAAADwAAAAAAAAAAAAAA&#10;AAChAgAAZHJzL2Rvd25yZXYueG1sUEsFBgAAAAAEAAQA+QAAAJADAAAAAA==&#10;" strokecolor="#5f5f5f" strokeweight="1pt">
                      <v:stroke dashstyle="1 1"/>
                    </v:shape>
                    <v:shape id="Text Box 118" o:spid="_x0000_s1052" type="#_x0000_t202" style="position:absolute;left:5511;top:14458;width:144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5JBMQA&#10;AADcAAAADwAAAGRycy9kb3ducmV2LnhtbERPS2vCQBC+F/oflhF6qxuLSEldRWwLHvpSW6i3MTsm&#10;odnZsDvG+O/dQqG3+fieM533rlEdhVh7NjAaZqCIC29rLg18bp9v70FFQbbYeCYDZ4own11fTTG3&#10;/sRr6jZSqhTCMUcDlUibax2LihzGoW+JE3fwwaEkGEptA55SuGv0XZZNtMOaU0OFLS0rKn42R2eg&#10;+Y7hZZ/JrnssX+XjXR+/nkZvxtwM+sUDKKFe/sV/7pVN88cT+H0mXa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uSQTEAAAA3AAAAA8AAAAAAAAAAAAAAAAAmAIAAGRycy9k&#10;b3ducmV2LnhtbFBLBQYAAAAABAAEAPUAAACJAwAAAAA=&#10;" filled="f" stroked="f" strokeweight=".5pt">
                      <v:textbox inset="0,0,0,0">
                        <w:txbxContent>
                          <w:p w:rsidR="00101FA0" w:rsidRPr="00734451" w:rsidRDefault="00101FA0" w:rsidP="00101FA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dotted line indicates medial wall calcification</w:t>
                            </w:r>
                          </w:p>
                        </w:txbxContent>
                      </v:textbox>
                    </v:shape>
                  </v:group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4144" behindDoc="1" locked="1" layoutInCell="1" allowOverlap="1" wp14:anchorId="78C4B202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02B" w:rsidRDefault="00C7702B" w:rsidP="005748E3">
      <w:r>
        <w:separator/>
      </w:r>
    </w:p>
  </w:footnote>
  <w:footnote w:type="continuationSeparator" w:id="0">
    <w:p w:rsidR="00C7702B" w:rsidRDefault="00C7702B" w:rsidP="00574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8715B2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 wp14:anchorId="78C4B1FB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1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1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5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6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127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7216" behindDoc="1" locked="1" layoutInCell="1" allowOverlap="1" wp14:anchorId="78C4B1FC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 wp14:anchorId="78C4B1FD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1" type="#_x0000_t202" style="position:absolute;margin-left:42.55pt;margin-top:789.8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8715B2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0" locked="1" layoutInCell="0" allowOverlap="1" wp14:anchorId="2D30C038">
          <wp:simplePos x="0" y="0"/>
          <wp:positionH relativeFrom="page">
            <wp:posOffset>2571115</wp:posOffset>
          </wp:positionH>
          <wp:positionV relativeFrom="page">
            <wp:posOffset>3386455</wp:posOffset>
          </wp:positionV>
          <wp:extent cx="2430145" cy="5349875"/>
          <wp:effectExtent l="0" t="0" r="8255" b="3175"/>
          <wp:wrapNone/>
          <wp:docPr id="139" name="Picture 139" descr="Both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9" descr="Both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979"/>
                  <a:stretch>
                    <a:fillRect/>
                  </a:stretch>
                </pic:blipFill>
                <pic:spPr bwMode="auto">
                  <a:xfrm>
                    <a:off x="0" y="0"/>
                    <a:ext cx="2430145" cy="5349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 wp14:anchorId="78C4B1FF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3" name="Group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1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2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4" o:title=""/>
              </v:shape>
              <v:shape id="Picture 12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5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5168" behindDoc="1" locked="1" layoutInCell="1" allowOverlap="1" wp14:anchorId="78C4B200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42.5pt;margin-top:789.75pt;width:510.25pt;height:22.7pt;z-index:-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e1N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I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OnN7U2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>
      <o:colormru v:ext="edit" colors="#ddd,silver"/>
      <o:colormenu v:ext="edit" fillcolor="none [3069]" strokecolor="none [3069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02B"/>
    <w:rsid w:val="00000CAF"/>
    <w:rsid w:val="00002C57"/>
    <w:rsid w:val="0002322E"/>
    <w:rsid w:val="00030ECC"/>
    <w:rsid w:val="00033B0B"/>
    <w:rsid w:val="00044A92"/>
    <w:rsid w:val="00047E48"/>
    <w:rsid w:val="00055233"/>
    <w:rsid w:val="0006170F"/>
    <w:rsid w:val="00075B57"/>
    <w:rsid w:val="00095E0A"/>
    <w:rsid w:val="000B1F8C"/>
    <w:rsid w:val="000C302A"/>
    <w:rsid w:val="000D03AD"/>
    <w:rsid w:val="000D12F2"/>
    <w:rsid w:val="000E220B"/>
    <w:rsid w:val="000F7390"/>
    <w:rsid w:val="00101FA0"/>
    <w:rsid w:val="001346C4"/>
    <w:rsid w:val="0014708E"/>
    <w:rsid w:val="00156E8E"/>
    <w:rsid w:val="001654E6"/>
    <w:rsid w:val="00186F8F"/>
    <w:rsid w:val="00191142"/>
    <w:rsid w:val="001A0461"/>
    <w:rsid w:val="001A7AF4"/>
    <w:rsid w:val="001C0F37"/>
    <w:rsid w:val="001C2A3A"/>
    <w:rsid w:val="001C3912"/>
    <w:rsid w:val="001F44A2"/>
    <w:rsid w:val="00210977"/>
    <w:rsid w:val="00224BA4"/>
    <w:rsid w:val="00226007"/>
    <w:rsid w:val="0023354F"/>
    <w:rsid w:val="002739C8"/>
    <w:rsid w:val="002867C0"/>
    <w:rsid w:val="002923BD"/>
    <w:rsid w:val="002932DD"/>
    <w:rsid w:val="00293ED4"/>
    <w:rsid w:val="002A016B"/>
    <w:rsid w:val="002B0E2E"/>
    <w:rsid w:val="002C6A41"/>
    <w:rsid w:val="002D4419"/>
    <w:rsid w:val="002D613D"/>
    <w:rsid w:val="002D7122"/>
    <w:rsid w:val="002E04BC"/>
    <w:rsid w:val="00304C4D"/>
    <w:rsid w:val="003234AA"/>
    <w:rsid w:val="00324212"/>
    <w:rsid w:val="00350231"/>
    <w:rsid w:val="00352F64"/>
    <w:rsid w:val="003747AD"/>
    <w:rsid w:val="00380B46"/>
    <w:rsid w:val="00382C7D"/>
    <w:rsid w:val="00384449"/>
    <w:rsid w:val="003909B4"/>
    <w:rsid w:val="00390F12"/>
    <w:rsid w:val="00394CF1"/>
    <w:rsid w:val="003A6622"/>
    <w:rsid w:val="003C0B62"/>
    <w:rsid w:val="003D21D7"/>
    <w:rsid w:val="003E131B"/>
    <w:rsid w:val="003E1E07"/>
    <w:rsid w:val="003F7EB7"/>
    <w:rsid w:val="0040168D"/>
    <w:rsid w:val="004071DB"/>
    <w:rsid w:val="00411FD4"/>
    <w:rsid w:val="004353A0"/>
    <w:rsid w:val="00437FC0"/>
    <w:rsid w:val="004520A0"/>
    <w:rsid w:val="00477D62"/>
    <w:rsid w:val="004A3BCC"/>
    <w:rsid w:val="004C122B"/>
    <w:rsid w:val="004E0025"/>
    <w:rsid w:val="004E1746"/>
    <w:rsid w:val="004E3E95"/>
    <w:rsid w:val="004F4E3F"/>
    <w:rsid w:val="005042CB"/>
    <w:rsid w:val="005060EC"/>
    <w:rsid w:val="00525F48"/>
    <w:rsid w:val="00543410"/>
    <w:rsid w:val="00543DEF"/>
    <w:rsid w:val="00552A95"/>
    <w:rsid w:val="005534C2"/>
    <w:rsid w:val="005606F1"/>
    <w:rsid w:val="0057294A"/>
    <w:rsid w:val="005748E3"/>
    <w:rsid w:val="00575A29"/>
    <w:rsid w:val="0057607F"/>
    <w:rsid w:val="00580AB2"/>
    <w:rsid w:val="005947E5"/>
    <w:rsid w:val="00596D0F"/>
    <w:rsid w:val="005B2430"/>
    <w:rsid w:val="005C197D"/>
    <w:rsid w:val="005D4909"/>
    <w:rsid w:val="005E594C"/>
    <w:rsid w:val="005E5F50"/>
    <w:rsid w:val="00601B30"/>
    <w:rsid w:val="00615B7D"/>
    <w:rsid w:val="00624106"/>
    <w:rsid w:val="00632733"/>
    <w:rsid w:val="00644C5F"/>
    <w:rsid w:val="00656DF2"/>
    <w:rsid w:val="0067732A"/>
    <w:rsid w:val="006A615E"/>
    <w:rsid w:val="006D3CE8"/>
    <w:rsid w:val="00701D82"/>
    <w:rsid w:val="007102C1"/>
    <w:rsid w:val="007112FB"/>
    <w:rsid w:val="00721A7D"/>
    <w:rsid w:val="00754A59"/>
    <w:rsid w:val="0078169E"/>
    <w:rsid w:val="007E33C1"/>
    <w:rsid w:val="00803E28"/>
    <w:rsid w:val="00804042"/>
    <w:rsid w:val="00811182"/>
    <w:rsid w:val="00813362"/>
    <w:rsid w:val="00826BA1"/>
    <w:rsid w:val="00854725"/>
    <w:rsid w:val="008715B2"/>
    <w:rsid w:val="00880184"/>
    <w:rsid w:val="00893153"/>
    <w:rsid w:val="008A1C55"/>
    <w:rsid w:val="008A7D65"/>
    <w:rsid w:val="008B3BF4"/>
    <w:rsid w:val="008B3C2A"/>
    <w:rsid w:val="008C4F7F"/>
    <w:rsid w:val="008D5240"/>
    <w:rsid w:val="008E77CD"/>
    <w:rsid w:val="008F73A6"/>
    <w:rsid w:val="00907CF4"/>
    <w:rsid w:val="00922188"/>
    <w:rsid w:val="00923531"/>
    <w:rsid w:val="00924EB0"/>
    <w:rsid w:val="009350DF"/>
    <w:rsid w:val="00942505"/>
    <w:rsid w:val="00943CA7"/>
    <w:rsid w:val="00961297"/>
    <w:rsid w:val="00970BAF"/>
    <w:rsid w:val="009A0ECB"/>
    <w:rsid w:val="009A3EEC"/>
    <w:rsid w:val="009C12E1"/>
    <w:rsid w:val="009C7062"/>
    <w:rsid w:val="009D4370"/>
    <w:rsid w:val="009E0202"/>
    <w:rsid w:val="009F19EF"/>
    <w:rsid w:val="009F70D4"/>
    <w:rsid w:val="00A04256"/>
    <w:rsid w:val="00A0465D"/>
    <w:rsid w:val="00A078E6"/>
    <w:rsid w:val="00A43026"/>
    <w:rsid w:val="00A46516"/>
    <w:rsid w:val="00A62728"/>
    <w:rsid w:val="00A756CF"/>
    <w:rsid w:val="00A90B05"/>
    <w:rsid w:val="00A90F95"/>
    <w:rsid w:val="00A9441B"/>
    <w:rsid w:val="00AA2AD4"/>
    <w:rsid w:val="00AA35BB"/>
    <w:rsid w:val="00AB09A7"/>
    <w:rsid w:val="00AB7058"/>
    <w:rsid w:val="00B03018"/>
    <w:rsid w:val="00B108A5"/>
    <w:rsid w:val="00B14AFB"/>
    <w:rsid w:val="00B35F22"/>
    <w:rsid w:val="00B415C1"/>
    <w:rsid w:val="00B433C6"/>
    <w:rsid w:val="00B43DCC"/>
    <w:rsid w:val="00B44D5F"/>
    <w:rsid w:val="00B734E8"/>
    <w:rsid w:val="00B73F68"/>
    <w:rsid w:val="00B87660"/>
    <w:rsid w:val="00B92835"/>
    <w:rsid w:val="00BC5836"/>
    <w:rsid w:val="00BE046B"/>
    <w:rsid w:val="00C003DC"/>
    <w:rsid w:val="00C14503"/>
    <w:rsid w:val="00C24FD1"/>
    <w:rsid w:val="00C36AA5"/>
    <w:rsid w:val="00C44E9D"/>
    <w:rsid w:val="00C56972"/>
    <w:rsid w:val="00C64AE2"/>
    <w:rsid w:val="00C71224"/>
    <w:rsid w:val="00C7702B"/>
    <w:rsid w:val="00C877D8"/>
    <w:rsid w:val="00C90BFA"/>
    <w:rsid w:val="00C943BB"/>
    <w:rsid w:val="00CB3119"/>
    <w:rsid w:val="00CD607D"/>
    <w:rsid w:val="00CF49FE"/>
    <w:rsid w:val="00D065FF"/>
    <w:rsid w:val="00D35CC3"/>
    <w:rsid w:val="00D86277"/>
    <w:rsid w:val="00D94904"/>
    <w:rsid w:val="00D95AC3"/>
    <w:rsid w:val="00DC01AB"/>
    <w:rsid w:val="00DC2124"/>
    <w:rsid w:val="00DC47D6"/>
    <w:rsid w:val="00DC5770"/>
    <w:rsid w:val="00DD0B20"/>
    <w:rsid w:val="00DF1634"/>
    <w:rsid w:val="00DF1DE9"/>
    <w:rsid w:val="00E32912"/>
    <w:rsid w:val="00E339E8"/>
    <w:rsid w:val="00E4100D"/>
    <w:rsid w:val="00E463E3"/>
    <w:rsid w:val="00E477A7"/>
    <w:rsid w:val="00E6169F"/>
    <w:rsid w:val="00E711E6"/>
    <w:rsid w:val="00E73447"/>
    <w:rsid w:val="00EA5C7C"/>
    <w:rsid w:val="00ED45C7"/>
    <w:rsid w:val="00F028B5"/>
    <w:rsid w:val="00F02F77"/>
    <w:rsid w:val="00F071E8"/>
    <w:rsid w:val="00F118E7"/>
    <w:rsid w:val="00F16C76"/>
    <w:rsid w:val="00F3457B"/>
    <w:rsid w:val="00F3756B"/>
    <w:rsid w:val="00F53B4E"/>
    <w:rsid w:val="00F959B6"/>
    <w:rsid w:val="00F97841"/>
    <w:rsid w:val="00FA0AAE"/>
    <w:rsid w:val="00FA7ABC"/>
    <w:rsid w:val="00FD549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ru v:ext="edit" colors="#ddd,silver"/>
      <o:colormenu v:ext="edit" fillcolor="none [3069]" strokecolor="none [306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4E6"/>
    <w:rPr>
      <w:rFonts w:ascii="Arial" w:eastAsia="Times New Roman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rPr>
      <w:rFonts w:ascii="Segoe UI" w:eastAsia="Calibri" w:hAnsi="Segoe UI" w:cs="Segoe UI"/>
      <w:sz w:val="18"/>
      <w:szCs w:val="18"/>
      <w:lang w:val="en-GB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4E6"/>
    <w:rPr>
      <w:rFonts w:ascii="Arial" w:eastAsia="Times New Roman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rPr>
      <w:rFonts w:ascii="Segoe UI" w:eastAsia="Calibri" w:hAnsi="Segoe UI" w:cs="Segoe UI"/>
      <w:sz w:val="18"/>
      <w:szCs w:val="18"/>
      <w:lang w:val="en-GB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media/image1.emf"/><Relationship Id="rId1" Type="http://schemas.openxmlformats.org/officeDocument/2006/relationships/image" Target="media/image6.png"/><Relationship Id="rId5" Type="http://schemas.openxmlformats.org/officeDocument/2006/relationships/image" Target="media/image4.emf"/><Relationship Id="rId4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.uhl.nhs.uk\Shared\VSL\VSL%20Docs\Templates\Templates%202019%20Final\Bilat%20Arterial\Lower%20Limb%20-%20Arterial%20Duplex%20-%20Both%20-%20Norm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Lower Limb - Arterial Duplex - Both - Normal</Template>
  <TotalTime>55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 Sims</dc:creator>
  <cp:lastModifiedBy>Daniel Sims</cp:lastModifiedBy>
  <cp:revision>8</cp:revision>
  <cp:lastPrinted>2019-01-18T11:11:00Z</cp:lastPrinted>
  <dcterms:created xsi:type="dcterms:W3CDTF">2019-09-02T10:03:00Z</dcterms:created>
  <dcterms:modified xsi:type="dcterms:W3CDTF">2019-10-15T09:46:00Z</dcterms:modified>
</cp:coreProperties>
</file>